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0E73" w14:textId="5E99BB3D" w:rsidR="00CB42B9" w:rsidRPr="00202ACC" w:rsidRDefault="00374EE5" w:rsidP="000C481F">
      <w:pPr>
        <w:overflowPunct w:val="0"/>
        <w:spacing w:before="20" w:after="20" w:line="0" w:lineRule="atLeast"/>
        <w:textAlignment w:val="baseline"/>
        <w:outlineLvl w:val="2"/>
        <w:rPr>
          <w:rFonts w:asciiTheme="majorEastAsia" w:eastAsiaTheme="majorEastAsia" w:hAnsiTheme="majorEastAsia"/>
          <w:color w:val="000000" w:themeColor="text1"/>
          <w:kern w:val="0"/>
          <w:sz w:val="20"/>
          <w:szCs w:val="20"/>
          <w:u w:val="single" w:color="000000"/>
        </w:rPr>
      </w:pP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(</w:t>
      </w:r>
      <w:r w:rsidR="00CB42B9" w:rsidRPr="00202ACC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EB05B8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68</w:t>
      </w:r>
      <w:r w:rsidR="00CB42B9" w:rsidRPr="00202ACC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)　法附則第２</w:t>
      </w:r>
      <w:r w:rsidR="00C9532D" w:rsidRPr="00202ACC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項</w:t>
      </w:r>
      <w:r w:rsidR="00CB42B9" w:rsidRPr="00202ACC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の規定に基づく協議に係る事案の概要書</w:t>
      </w:r>
    </w:p>
    <w:p w14:paraId="0E493AC1" w14:textId="65E5C608" w:rsidR="00B33C61" w:rsidRDefault="00306793" w:rsidP="00306793">
      <w:pPr>
        <w:pStyle w:val="a3"/>
        <w:snapToGrid w:val="0"/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  <w:r w:rsidRPr="00DE06FD">
        <w:rPr>
          <w:rFonts w:ascii="ＭＳ 明朝" w:hAnsi="ＭＳ 明朝" w:hint="eastAsia"/>
          <w:color w:val="000000" w:themeColor="text1"/>
          <w:sz w:val="20"/>
          <w:szCs w:val="20"/>
        </w:rPr>
        <w:t>様式例第４号の７</w:t>
      </w:r>
    </w:p>
    <w:p w14:paraId="5A7CFC0C" w14:textId="77777777" w:rsidR="00286E6B" w:rsidRPr="00286E6B" w:rsidRDefault="00286E6B" w:rsidP="00306793">
      <w:pPr>
        <w:pStyle w:val="a3"/>
        <w:snapToGrid w:val="0"/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2A5FC3F3" w14:textId="77777777" w:rsidR="00D96A90" w:rsidRPr="00DE06FD" w:rsidRDefault="00D96A90" w:rsidP="007750A7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/>
          <w:color w:val="000000" w:themeColor="text1"/>
          <w:spacing w:val="0"/>
          <w:sz w:val="22"/>
          <w:szCs w:val="22"/>
        </w:rPr>
      </w:pPr>
      <w:r w:rsidRPr="00DE06FD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農地法附則第２項の規定による協議に係る事案の概要書</w:t>
      </w:r>
    </w:p>
    <w:p w14:paraId="36ECFFD8" w14:textId="77777777" w:rsidR="00D96A90" w:rsidRPr="00202ACC" w:rsidRDefault="00D96A90" w:rsidP="00507F72">
      <w:pPr>
        <w:pStyle w:val="a3"/>
        <w:snapToGrid w:val="0"/>
        <w:spacing w:line="0" w:lineRule="atLeast"/>
        <w:jc w:val="right"/>
        <w:rPr>
          <w:rFonts w:ascii="ＭＳ 明朝" w:hAnsi="ＭＳ 明朝"/>
          <w:color w:val="000000" w:themeColor="text1"/>
          <w:spacing w:val="2"/>
          <w:sz w:val="22"/>
          <w:szCs w:val="22"/>
        </w:rPr>
      </w:pPr>
      <w:r w:rsidRPr="00202ACC">
        <w:rPr>
          <w:rFonts w:ascii="ＭＳ 明朝" w:hAnsi="ＭＳ 明朝" w:hint="eastAsia"/>
          <w:color w:val="000000" w:themeColor="text1"/>
          <w:spacing w:val="2"/>
        </w:rPr>
        <w:t xml:space="preserve">                                                                                                </w:t>
      </w:r>
      <w:r w:rsidR="00507F72" w:rsidRPr="00202ACC">
        <w:rPr>
          <w:rFonts w:ascii="ＭＳ 明朝" w:hAnsi="ＭＳ 明朝" w:hint="eastAsia"/>
          <w:color w:val="000000" w:themeColor="text1"/>
          <w:spacing w:val="2"/>
        </w:rPr>
        <w:t xml:space="preserve">　　</w:t>
      </w:r>
      <w:r w:rsidR="00507F72" w:rsidRPr="00202ACC">
        <w:rPr>
          <w:rFonts w:ascii="ＭＳ 明朝" w:hAnsi="ＭＳ 明朝" w:hint="eastAsia"/>
          <w:color w:val="000000" w:themeColor="text1"/>
          <w:spacing w:val="2"/>
          <w:sz w:val="22"/>
          <w:szCs w:val="22"/>
        </w:rPr>
        <w:t>年　　月　　日</w:t>
      </w:r>
    </w:p>
    <w:p w14:paraId="3D1FCEA5" w14:textId="432B7230" w:rsidR="00507F72" w:rsidRPr="00202ACC" w:rsidRDefault="005B5347" w:rsidP="00507F72">
      <w:pPr>
        <w:pStyle w:val="a3"/>
        <w:snapToGrid w:val="0"/>
        <w:spacing w:line="0" w:lineRule="atLeast"/>
        <w:jc w:val="right"/>
        <w:rPr>
          <w:color w:val="000000" w:themeColor="text1"/>
          <w:spacing w:val="0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pacing w:val="2"/>
          <w:sz w:val="22"/>
          <w:szCs w:val="22"/>
        </w:rPr>
        <w:t>岐阜県</w:t>
      </w:r>
    </w:p>
    <w:p w14:paraId="08476D3B" w14:textId="77777777" w:rsidR="00D96A90" w:rsidRPr="00202ACC" w:rsidRDefault="00D96A90">
      <w:pPr>
        <w:pStyle w:val="a3"/>
        <w:spacing w:line="70" w:lineRule="exact"/>
        <w:rPr>
          <w:color w:val="000000" w:themeColor="text1"/>
          <w:spacing w:val="0"/>
        </w:rPr>
      </w:pPr>
    </w:p>
    <w:tbl>
      <w:tblPr>
        <w:tblW w:w="0" w:type="auto"/>
        <w:tblInd w:w="5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144"/>
        <w:gridCol w:w="1008"/>
        <w:gridCol w:w="288"/>
        <w:gridCol w:w="144"/>
        <w:gridCol w:w="360"/>
        <w:gridCol w:w="648"/>
        <w:gridCol w:w="72"/>
        <w:gridCol w:w="216"/>
        <w:gridCol w:w="288"/>
        <w:gridCol w:w="72"/>
        <w:gridCol w:w="252"/>
        <w:gridCol w:w="300"/>
        <w:gridCol w:w="425"/>
        <w:gridCol w:w="175"/>
        <w:gridCol w:w="108"/>
        <w:gridCol w:w="36"/>
        <w:gridCol w:w="72"/>
        <w:gridCol w:w="34"/>
        <w:gridCol w:w="425"/>
        <w:gridCol w:w="333"/>
        <w:gridCol w:w="234"/>
        <w:gridCol w:w="54"/>
        <w:gridCol w:w="504"/>
        <w:gridCol w:w="72"/>
        <w:gridCol w:w="216"/>
        <w:gridCol w:w="61"/>
        <w:gridCol w:w="11"/>
        <w:gridCol w:w="252"/>
        <w:gridCol w:w="288"/>
        <w:gridCol w:w="144"/>
        <w:gridCol w:w="187"/>
        <w:gridCol w:w="137"/>
        <w:gridCol w:w="144"/>
        <w:gridCol w:w="72"/>
        <w:gridCol w:w="72"/>
        <w:gridCol w:w="612"/>
        <w:gridCol w:w="543"/>
      </w:tblGrid>
      <w:tr w:rsidR="00202ACC" w:rsidRPr="00202ACC" w14:paraId="68880F2A" w14:textId="77777777" w:rsidTr="00306793">
        <w:trPr>
          <w:cantSplit/>
          <w:trHeight w:hRule="exact" w:val="352"/>
        </w:trPr>
        <w:tc>
          <w:tcPr>
            <w:tcW w:w="144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7362961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申請者の住所等</w:t>
            </w:r>
          </w:p>
        </w:tc>
        <w:tc>
          <w:tcPr>
            <w:tcW w:w="1440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49E0" w14:textId="77777777" w:rsidR="00D96A90" w:rsidRPr="00202ACC" w:rsidRDefault="00DB22EC" w:rsidP="001D4BFC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hint="eastAsia"/>
                <w:color w:val="000000" w:themeColor="text1"/>
                <w:spacing w:val="0"/>
              </w:rPr>
              <w:t>譲　　受</w:t>
            </w:r>
            <w:r w:rsidR="004728ED" w:rsidRPr="00202ACC">
              <w:rPr>
                <w:rFonts w:hint="eastAsia"/>
                <w:color w:val="000000" w:themeColor="text1"/>
                <w:spacing w:val="0"/>
              </w:rPr>
              <w:t xml:space="preserve">　　人</w:t>
            </w:r>
          </w:p>
        </w:tc>
        <w:tc>
          <w:tcPr>
            <w:tcW w:w="360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4F5D5" w14:textId="77777777" w:rsidR="00D96A90" w:rsidRPr="00202ACC" w:rsidRDefault="00D96A90" w:rsidP="001D4BFC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住所</w:t>
            </w:r>
          </w:p>
        </w:tc>
        <w:tc>
          <w:tcPr>
            <w:tcW w:w="3564" w:type="dxa"/>
            <w:gridSpan w:val="1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17D5F4" w14:textId="77777777" w:rsidR="00D96A90" w:rsidRPr="00202ACC" w:rsidRDefault="00D96A90" w:rsidP="00DB22EC">
            <w:pPr>
              <w:pStyle w:val="a3"/>
              <w:spacing w:before="67" w:line="139" w:lineRule="exact"/>
              <w:ind w:firstLineChars="50" w:firstLine="70"/>
              <w:rPr>
                <w:color w:val="000000" w:themeColor="text1"/>
                <w:spacing w:val="0"/>
              </w:rPr>
            </w:pPr>
          </w:p>
        </w:tc>
        <w:tc>
          <w:tcPr>
            <w:tcW w:w="432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77C8EF" w14:textId="77777777" w:rsidR="00D96A90" w:rsidRPr="00202ACC" w:rsidRDefault="00D96A90" w:rsidP="001D4BFC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氏名</w:t>
            </w:r>
          </w:p>
        </w:tc>
        <w:tc>
          <w:tcPr>
            <w:tcW w:w="1767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36443C0" w14:textId="77777777" w:rsidR="00A46A75" w:rsidRPr="00202ACC" w:rsidRDefault="00A46A75" w:rsidP="00DB1701">
            <w:pPr>
              <w:pStyle w:val="a3"/>
              <w:spacing w:line="0" w:lineRule="atLeast"/>
              <w:ind w:firstLineChars="200" w:firstLine="280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48DD11F6" w14:textId="77777777" w:rsidTr="00306793">
        <w:trPr>
          <w:cantSplit/>
          <w:trHeight w:hRule="exact" w:val="407"/>
        </w:trPr>
        <w:tc>
          <w:tcPr>
            <w:tcW w:w="14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6BAA62F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863072" w14:textId="77777777" w:rsidR="00D96A90" w:rsidRPr="00202ACC" w:rsidRDefault="00DB22EC" w:rsidP="001D4BFC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hint="eastAsia"/>
                <w:color w:val="000000" w:themeColor="text1"/>
                <w:spacing w:val="0"/>
              </w:rPr>
              <w:t>譲　　渡</w:t>
            </w:r>
            <w:r w:rsidR="004728ED" w:rsidRPr="00202ACC">
              <w:rPr>
                <w:rFonts w:hint="eastAsia"/>
                <w:color w:val="000000" w:themeColor="text1"/>
                <w:spacing w:val="0"/>
              </w:rPr>
              <w:t xml:space="preserve">　　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13FD30F3" w14:textId="77777777" w:rsidR="00D96A90" w:rsidRPr="00202ACC" w:rsidRDefault="00D96A90" w:rsidP="001D4BFC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住所</w:t>
            </w:r>
          </w:p>
        </w:tc>
        <w:tc>
          <w:tcPr>
            <w:tcW w:w="3564" w:type="dxa"/>
            <w:gridSpan w:val="18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34BA235" w14:textId="77777777" w:rsidR="00D96A90" w:rsidRPr="00202ACC" w:rsidRDefault="00D96A90" w:rsidP="00DB22EC">
            <w:pPr>
              <w:pStyle w:val="a3"/>
              <w:spacing w:before="69" w:line="139" w:lineRule="exact"/>
              <w:ind w:firstLineChars="50" w:firstLine="70"/>
              <w:rPr>
                <w:color w:val="000000" w:themeColor="text1"/>
                <w:spacing w:val="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79ABEFB" w14:textId="77777777" w:rsidR="00D96A90" w:rsidRPr="00202ACC" w:rsidRDefault="00D96A90" w:rsidP="001D4BFC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氏名</w:t>
            </w:r>
          </w:p>
        </w:tc>
        <w:tc>
          <w:tcPr>
            <w:tcW w:w="1767" w:type="dxa"/>
            <w:gridSpan w:val="7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69D7ED2" w14:textId="77777777" w:rsidR="00B718C4" w:rsidRPr="00202ACC" w:rsidRDefault="00B33C61" w:rsidP="00B718C4">
            <w:pPr>
              <w:pStyle w:val="a3"/>
              <w:snapToGrid w:val="0"/>
              <w:spacing w:line="0" w:lineRule="atLeast"/>
              <w:ind w:firstLineChars="100" w:firstLine="140"/>
              <w:rPr>
                <w:color w:val="000000" w:themeColor="text1"/>
                <w:spacing w:val="0"/>
              </w:rPr>
            </w:pPr>
            <w:r w:rsidRPr="00202ACC">
              <w:rPr>
                <w:rFonts w:hint="eastAsia"/>
                <w:color w:val="000000" w:themeColor="text1"/>
                <w:spacing w:val="0"/>
              </w:rPr>
              <w:t xml:space="preserve">　　　　　　</w:t>
            </w:r>
          </w:p>
          <w:p w14:paraId="23171DC0" w14:textId="77777777" w:rsidR="00D96A90" w:rsidRPr="00202ACC" w:rsidRDefault="00B33C61" w:rsidP="00B718C4">
            <w:pPr>
              <w:pStyle w:val="a3"/>
              <w:snapToGrid w:val="0"/>
              <w:spacing w:line="0" w:lineRule="atLeast"/>
              <w:ind w:firstLineChars="700" w:firstLine="980"/>
              <w:rPr>
                <w:color w:val="000000" w:themeColor="text1"/>
                <w:spacing w:val="0"/>
              </w:rPr>
            </w:pPr>
            <w:r w:rsidRPr="00202ACC">
              <w:rPr>
                <w:rFonts w:hint="eastAsia"/>
                <w:color w:val="000000" w:themeColor="text1"/>
                <w:spacing w:val="0"/>
              </w:rPr>
              <w:t>外　　名</w:t>
            </w:r>
          </w:p>
        </w:tc>
      </w:tr>
      <w:tr w:rsidR="00202ACC" w:rsidRPr="00202ACC" w14:paraId="40EE3ECB" w14:textId="77777777" w:rsidTr="00B748AE">
        <w:trPr>
          <w:cantSplit/>
          <w:trHeight w:hRule="exact" w:val="590"/>
        </w:trPr>
        <w:tc>
          <w:tcPr>
            <w:tcW w:w="1440" w:type="dxa"/>
            <w:gridSpan w:val="3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06E195" w14:textId="77777777" w:rsidR="00D96A90" w:rsidRPr="00202ACC" w:rsidRDefault="00D96A90">
            <w:pPr>
              <w:pStyle w:val="a3"/>
              <w:spacing w:before="67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申請に係る土地</w:t>
            </w:r>
          </w:p>
        </w:tc>
        <w:tc>
          <w:tcPr>
            <w:tcW w:w="144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FB73" w14:textId="77777777" w:rsidR="00D96A90" w:rsidRPr="00202ACC" w:rsidRDefault="00D96A90">
            <w:pPr>
              <w:pStyle w:val="a3"/>
              <w:spacing w:before="67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7"/>
                <w:fitText w:val="1000" w:id="459430144"/>
              </w:rPr>
              <w:t>所在・地</w:t>
            </w:r>
            <w:r w:rsidRPr="00202ACC">
              <w:rPr>
                <w:rFonts w:ascii="ＭＳ 明朝" w:hAnsi="ＭＳ 明朝" w:hint="eastAsia"/>
                <w:color w:val="000000" w:themeColor="text1"/>
                <w:spacing w:val="2"/>
                <w:fitText w:val="1000" w:id="459430144"/>
              </w:rPr>
              <w:t>番</w:t>
            </w:r>
          </w:p>
        </w:tc>
        <w:tc>
          <w:tcPr>
            <w:tcW w:w="6123" w:type="dxa"/>
            <w:gridSpan w:val="29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1C87575" w14:textId="77777777" w:rsidR="00B748AE" w:rsidRPr="00202ACC" w:rsidRDefault="00B748AE" w:rsidP="00B748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600" w:firstLine="840"/>
              <w:jc w:val="left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 w:val="14"/>
                <w:szCs w:val="14"/>
              </w:rPr>
            </w:pPr>
            <w:r w:rsidRPr="00202ACC">
              <w:rPr>
                <w:rFonts w:ascii="ＭＳ 明朝" w:eastAsia="ＭＳ 明朝" w:hAnsi="Times New Roman" w:cs="ＭＳ 明朝" w:hint="eastAsia"/>
                <w:color w:val="000000" w:themeColor="text1"/>
                <w:kern w:val="0"/>
                <w:sz w:val="14"/>
                <w:szCs w:val="14"/>
              </w:rPr>
              <w:t>市　　　町</w:t>
            </w:r>
          </w:p>
          <w:p w14:paraId="4CD921B0" w14:textId="411A242E" w:rsidR="00A46A75" w:rsidRPr="00202ACC" w:rsidRDefault="00B748AE" w:rsidP="00B748AE">
            <w:pPr>
              <w:pStyle w:val="a3"/>
              <w:spacing w:before="67" w:line="199" w:lineRule="exac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/>
                <w:color w:val="000000" w:themeColor="text1"/>
                <w:spacing w:val="0"/>
              </w:rPr>
              <w:t xml:space="preserve">            </w:t>
            </w:r>
            <w:r w:rsidRPr="00202ACC">
              <w:rPr>
                <w:rFonts w:ascii="ＭＳ 明朝" w:hAnsi="Times New Roman" w:hint="eastAsia"/>
                <w:color w:val="000000" w:themeColor="text1"/>
                <w:spacing w:val="0"/>
              </w:rPr>
              <w:t>郡</w:t>
            </w:r>
            <w:r w:rsidRPr="00202ACC">
              <w:rPr>
                <w:rFonts w:ascii="ＭＳ 明朝" w:hAnsi="ＭＳ 明朝"/>
                <w:color w:val="000000" w:themeColor="text1"/>
                <w:spacing w:val="0"/>
              </w:rPr>
              <w:t xml:space="preserve">      </w:t>
            </w:r>
            <w:r w:rsidRPr="00202ACC">
              <w:rPr>
                <w:rFonts w:ascii="ＭＳ 明朝" w:hAnsi="Times New Roman" w:hint="eastAsia"/>
                <w:color w:val="000000" w:themeColor="text1"/>
                <w:spacing w:val="0"/>
              </w:rPr>
              <w:t xml:space="preserve">村　　　　　　　　　　　　　　　　　　　　　　　　　　　</w:t>
            </w:r>
            <w:r w:rsidR="00B33C61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>外　　筆</w:t>
            </w:r>
          </w:p>
        </w:tc>
      </w:tr>
      <w:tr w:rsidR="00202ACC" w:rsidRPr="00202ACC" w14:paraId="5D86D00F" w14:textId="77777777" w:rsidTr="00306793">
        <w:trPr>
          <w:cantSplit/>
          <w:trHeight w:hRule="exact" w:val="308"/>
        </w:trPr>
        <w:tc>
          <w:tcPr>
            <w:tcW w:w="1440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EBD421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35BC6D" w14:textId="77777777" w:rsidR="00D96A90" w:rsidRPr="00202ACC" w:rsidRDefault="00D96A90">
            <w:pPr>
              <w:pStyle w:val="a3"/>
              <w:spacing w:before="69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0"/>
                <w:fitText w:val="1190" w:id="1665855744"/>
              </w:rPr>
              <w:t>地目別面積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0"/>
                <w:fitText w:val="1190" w:id="1665855744"/>
              </w:rPr>
              <w:t>（㎡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-35"/>
                <w:fitText w:val="1190" w:id="1665855744"/>
              </w:rPr>
              <w:t>）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4B30" w14:textId="77777777" w:rsidR="00D96A90" w:rsidRPr="00202ACC" w:rsidRDefault="00D96A90">
            <w:pPr>
              <w:pStyle w:val="a3"/>
              <w:spacing w:before="69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田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731CA6" w14:textId="77777777" w:rsidR="008012DD" w:rsidRPr="00202ACC" w:rsidRDefault="008012DD" w:rsidP="007750A7">
            <w:pPr>
              <w:pStyle w:val="a3"/>
              <w:spacing w:before="69" w:line="199" w:lineRule="exact"/>
              <w:ind w:firstLineChars="300" w:firstLine="426"/>
              <w:rPr>
                <w:rFonts w:ascii="ＭＳ 明朝" w:hAnsi="ＭＳ 明朝"/>
                <w:color w:val="000000" w:themeColor="text1"/>
                <w:spacing w:val="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1EC639" w14:textId="77777777" w:rsidR="00D96A90" w:rsidRPr="00202ACC" w:rsidRDefault="00D96A90">
            <w:pPr>
              <w:pStyle w:val="a3"/>
              <w:spacing w:before="69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畑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76236" w14:textId="77777777" w:rsidR="00D96A90" w:rsidRPr="00202ACC" w:rsidRDefault="00D96A90" w:rsidP="007750A7">
            <w:pPr>
              <w:pStyle w:val="a3"/>
              <w:spacing w:before="69" w:line="199" w:lineRule="exact"/>
              <w:ind w:firstLineChars="300" w:firstLine="420"/>
              <w:rPr>
                <w:color w:val="000000" w:themeColor="text1"/>
                <w:spacing w:val="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6F5B80" w14:textId="77777777" w:rsidR="00D96A90" w:rsidRPr="00202ACC" w:rsidRDefault="00D96A90">
            <w:pPr>
              <w:pStyle w:val="a3"/>
              <w:spacing w:before="69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>採草放牧地</w:t>
            </w:r>
          </w:p>
        </w:tc>
        <w:tc>
          <w:tcPr>
            <w:tcW w:w="8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162BF2" w14:textId="77777777" w:rsidR="00D96A90" w:rsidRPr="00202ACC" w:rsidRDefault="00D96A90" w:rsidP="007750A7">
            <w:pPr>
              <w:pStyle w:val="a3"/>
              <w:spacing w:before="69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</w:t>
            </w:r>
          </w:p>
        </w:tc>
        <w:tc>
          <w:tcPr>
            <w:tcW w:w="6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A0B2B7" w14:textId="77777777" w:rsidR="00D96A90" w:rsidRPr="00202ACC" w:rsidRDefault="00D96A90">
            <w:pPr>
              <w:pStyle w:val="a3"/>
              <w:spacing w:before="69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その他</w:t>
            </w: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5F4DB1D" w14:textId="77777777" w:rsidR="00D96A90" w:rsidRPr="00202ACC" w:rsidRDefault="00D96A90" w:rsidP="007750A7">
            <w:pPr>
              <w:pStyle w:val="a3"/>
              <w:spacing w:before="69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</w:t>
            </w:r>
            <w:r w:rsidR="003C65F9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</w:p>
        </w:tc>
      </w:tr>
      <w:tr w:rsidR="00202ACC" w:rsidRPr="00202ACC" w14:paraId="66A1E826" w14:textId="3BD8ED62" w:rsidTr="00306793">
        <w:trPr>
          <w:cantSplit/>
          <w:trHeight w:hRule="exact" w:val="398"/>
        </w:trPr>
        <w:tc>
          <w:tcPr>
            <w:tcW w:w="14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7E8B834" w14:textId="77777777" w:rsidR="00306793" w:rsidRPr="00202ACC" w:rsidRDefault="00306793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  <w:vAlign w:val="center"/>
          </w:tcPr>
          <w:p w14:paraId="25F8FD3E" w14:textId="77777777" w:rsidR="00306793" w:rsidRPr="00202ACC" w:rsidRDefault="00306793" w:rsidP="00306793">
            <w:pPr>
              <w:pStyle w:val="a3"/>
              <w:spacing w:line="0" w:lineRule="atLeast"/>
              <w:jc w:val="center"/>
              <w:rPr>
                <w:rFonts w:ascii="ＭＳ 明朝" w:hAnsi="ＭＳ 明朝"/>
                <w:color w:val="000000" w:themeColor="text1"/>
                <w:spacing w:val="0"/>
                <w:sz w:val="13"/>
                <w:szCs w:val="13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sz w:val="13"/>
                <w:szCs w:val="13"/>
              </w:rPr>
              <w:t>申請に係る土地の</w:t>
            </w:r>
          </w:p>
          <w:p w14:paraId="55EF53D1" w14:textId="1909BF34" w:rsidR="00306793" w:rsidRPr="00202ACC" w:rsidRDefault="00306793" w:rsidP="00306793">
            <w:pPr>
              <w:pStyle w:val="a3"/>
              <w:spacing w:line="0" w:lineRule="atLeas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sz w:val="13"/>
                <w:szCs w:val="13"/>
              </w:rPr>
              <w:t>所在する区域</w:t>
            </w:r>
          </w:p>
        </w:tc>
        <w:tc>
          <w:tcPr>
            <w:tcW w:w="912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16C6E091" w14:textId="61A4F79A" w:rsidR="00306793" w:rsidRPr="00202ACC" w:rsidRDefault="00306793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市街化区域</w:t>
            </w:r>
          </w:p>
        </w:tc>
        <w:tc>
          <w:tcPr>
            <w:tcW w:w="816" w:type="dxa"/>
            <w:gridSpan w:val="5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DA9086E" w14:textId="77777777" w:rsidR="00306793" w:rsidRPr="00202ACC" w:rsidRDefault="00306793" w:rsidP="00306793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026" w:type="dxa"/>
            <w:gridSpan w:val="4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88A7B0B" w14:textId="3BE2B0B1" w:rsidR="00306793" w:rsidRPr="00202ACC" w:rsidRDefault="00306793" w:rsidP="00306793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hint="eastAsia"/>
                <w:color w:val="000000" w:themeColor="text1"/>
                <w:spacing w:val="0"/>
              </w:rPr>
              <w:t>市街化調整区域</w:t>
            </w:r>
          </w:p>
        </w:tc>
        <w:tc>
          <w:tcPr>
            <w:tcW w:w="907" w:type="dxa"/>
            <w:gridSpan w:val="5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AF50F53" w14:textId="77777777" w:rsidR="00306793" w:rsidRPr="00202ACC" w:rsidRDefault="00306793" w:rsidP="00306793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57E6E88" w14:textId="72701CF0" w:rsidR="00306793" w:rsidRPr="00202ACC" w:rsidRDefault="00306793" w:rsidP="00306793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hint="eastAsia"/>
                <w:color w:val="000000" w:themeColor="text1"/>
                <w:spacing w:val="0"/>
              </w:rPr>
              <w:t>その他の区域</w:t>
            </w:r>
          </w:p>
        </w:tc>
        <w:tc>
          <w:tcPr>
            <w:tcW w:w="1580" w:type="dxa"/>
            <w:gridSpan w:val="6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C179568" w14:textId="77777777" w:rsidR="00306793" w:rsidRPr="00202ACC" w:rsidRDefault="00306793" w:rsidP="00306793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577EB23B" w14:textId="77777777" w:rsidTr="00306793">
        <w:trPr>
          <w:cantSplit/>
          <w:trHeight w:hRule="exact" w:val="332"/>
        </w:trPr>
        <w:tc>
          <w:tcPr>
            <w:tcW w:w="1440" w:type="dxa"/>
            <w:gridSpan w:val="3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C53F2F6" w14:textId="77777777" w:rsidR="00E53D22" w:rsidRPr="00202ACC" w:rsidRDefault="00E53D22">
            <w:pPr>
              <w:pStyle w:val="a3"/>
              <w:spacing w:before="67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権利を設定し又は</w:t>
            </w:r>
          </w:p>
          <w:p w14:paraId="6B9CBC8D" w14:textId="77777777" w:rsidR="00E53D22" w:rsidRPr="00202ACC" w:rsidRDefault="00E53D22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移転しようとする</w:t>
            </w:r>
          </w:p>
          <w:p w14:paraId="76FA70B8" w14:textId="77777777" w:rsidR="00E53D22" w:rsidRPr="00202ACC" w:rsidRDefault="00E53D22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契約の内容</w:t>
            </w:r>
          </w:p>
        </w:tc>
        <w:tc>
          <w:tcPr>
            <w:tcW w:w="144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C33AA9" w14:textId="77777777" w:rsidR="00E53D22" w:rsidRPr="00202ACC" w:rsidRDefault="00E53D22" w:rsidP="001D4BFC">
            <w:pPr>
              <w:pStyle w:val="a3"/>
              <w:spacing w:before="67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7"/>
                <w:fitText w:val="1000" w:id="459430146"/>
              </w:rPr>
              <w:t>権利の種</w:t>
            </w:r>
            <w:r w:rsidRPr="00202ACC">
              <w:rPr>
                <w:rFonts w:ascii="ＭＳ 明朝" w:hAnsi="ＭＳ 明朝" w:hint="eastAsia"/>
                <w:color w:val="000000" w:themeColor="text1"/>
                <w:spacing w:val="2"/>
                <w:fitText w:val="1000" w:id="459430146"/>
              </w:rPr>
              <w:t>類</w:t>
            </w:r>
          </w:p>
        </w:tc>
        <w:tc>
          <w:tcPr>
            <w:tcW w:w="1728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AE0397" w14:textId="77777777" w:rsidR="00E53D22" w:rsidRPr="00202ACC" w:rsidRDefault="00E53D22" w:rsidP="001D4BFC">
            <w:pPr>
              <w:pStyle w:val="a3"/>
              <w:spacing w:before="67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権利の設定・移転の別</w:t>
            </w:r>
          </w:p>
        </w:tc>
        <w:tc>
          <w:tcPr>
            <w:tcW w:w="1944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996A" w14:textId="77777777" w:rsidR="00E53D22" w:rsidRPr="00202ACC" w:rsidRDefault="00E53D22" w:rsidP="001D4BFC">
            <w:pPr>
              <w:pStyle w:val="a3"/>
              <w:spacing w:before="67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権利の設定・移転の時期</w:t>
            </w:r>
          </w:p>
        </w:tc>
        <w:tc>
          <w:tcPr>
            <w:tcW w:w="1908" w:type="dxa"/>
            <w:gridSpan w:val="9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26497B" w14:textId="77777777" w:rsidR="00E53D22" w:rsidRPr="00202ACC" w:rsidRDefault="00E53D22" w:rsidP="001D4BFC">
            <w:pPr>
              <w:pStyle w:val="a3"/>
              <w:spacing w:before="67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権利の存続期間</w:t>
            </w:r>
          </w:p>
        </w:tc>
        <w:tc>
          <w:tcPr>
            <w:tcW w:w="543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  <w:tr2bl w:val="single" w:sz="4" w:space="0" w:color="auto"/>
            </w:tcBorders>
          </w:tcPr>
          <w:p w14:paraId="75DDC295" w14:textId="77777777" w:rsidR="00E53D22" w:rsidRPr="00202ACC" w:rsidRDefault="00E53D22">
            <w:pPr>
              <w:pStyle w:val="a3"/>
              <w:spacing w:before="67" w:line="199" w:lineRule="exact"/>
              <w:jc w:val="center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7C8D0736" w14:textId="77777777" w:rsidTr="00306793">
        <w:trPr>
          <w:cantSplit/>
          <w:trHeight w:hRule="exact" w:val="274"/>
        </w:trPr>
        <w:tc>
          <w:tcPr>
            <w:tcW w:w="14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288750D" w14:textId="77777777" w:rsidR="00E53D22" w:rsidRPr="00202ACC" w:rsidRDefault="00E53D2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37FF319D" w14:textId="77777777" w:rsidR="00E53D22" w:rsidRPr="00202ACC" w:rsidRDefault="00E53D22" w:rsidP="00785EDD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728" w:type="dxa"/>
            <w:gridSpan w:val="9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541F2F39" w14:textId="77777777" w:rsidR="00E53D22" w:rsidRPr="00202ACC" w:rsidRDefault="00E53D22" w:rsidP="0056309E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設　定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・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移　転</w:t>
            </w:r>
          </w:p>
        </w:tc>
        <w:tc>
          <w:tcPr>
            <w:tcW w:w="1944" w:type="dxa"/>
            <w:gridSpan w:val="10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6379B8" w14:textId="77777777" w:rsidR="00E53D22" w:rsidRPr="00202ACC" w:rsidRDefault="00E53D22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908" w:type="dxa"/>
            <w:gridSpan w:val="9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424163C8" w14:textId="77777777" w:rsidR="00E53D22" w:rsidRPr="00202ACC" w:rsidRDefault="00E53D22" w:rsidP="00F66A22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543" w:type="dxa"/>
            <w:vMerge/>
            <w:tcBorders>
              <w:left w:val="nil"/>
              <w:bottom w:val="single" w:sz="12" w:space="0" w:color="000000"/>
              <w:right w:val="single" w:sz="12" w:space="0" w:color="000000"/>
              <w:tr2bl w:val="single" w:sz="4" w:space="0" w:color="auto"/>
            </w:tcBorders>
          </w:tcPr>
          <w:p w14:paraId="619DC4A0" w14:textId="77777777" w:rsidR="00E53D22" w:rsidRPr="00202ACC" w:rsidRDefault="00E53D22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6DC3C6A8" w14:textId="77777777" w:rsidTr="00306793">
        <w:trPr>
          <w:trHeight w:hRule="exact" w:val="276"/>
        </w:trPr>
        <w:tc>
          <w:tcPr>
            <w:tcW w:w="2592" w:type="dxa"/>
            <w:gridSpan w:val="6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14:paraId="495AA1B2" w14:textId="77777777" w:rsidR="00B33C61" w:rsidRPr="00202ACC" w:rsidRDefault="00B33C61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農地の区分</w:t>
            </w:r>
          </w:p>
          <w:p w14:paraId="34FA05E7" w14:textId="77777777" w:rsidR="00B33C61" w:rsidRPr="00202ACC" w:rsidRDefault="00B33C61" w:rsidP="007750A7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</w:p>
        </w:tc>
        <w:tc>
          <w:tcPr>
            <w:tcW w:w="6411" w:type="dxa"/>
            <w:gridSpan w:val="31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6C13965" w14:textId="77777777" w:rsidR="00B33C61" w:rsidRPr="00202ACC" w:rsidRDefault="00B33C61" w:rsidP="00B33C61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3D368ECD" w14:textId="77777777" w:rsidTr="00306793">
        <w:trPr>
          <w:cantSplit/>
          <w:trHeight w:hRule="exact" w:val="374"/>
        </w:trPr>
        <w:tc>
          <w:tcPr>
            <w:tcW w:w="14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AA91BB0" w14:textId="77777777" w:rsidR="00B33C61" w:rsidRPr="00202ACC" w:rsidRDefault="00B33C61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2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97DDC5" w14:textId="77777777" w:rsidR="00B33C61" w:rsidRPr="00202ACC" w:rsidRDefault="00B33C61" w:rsidP="00B33C61">
            <w:pPr>
              <w:pStyle w:val="a3"/>
              <w:snapToGrid w:val="0"/>
              <w:spacing w:line="0" w:lineRule="atLeas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許可基準に定める農地の</w:t>
            </w:r>
          </w:p>
          <w:p w14:paraId="21239633" w14:textId="77777777" w:rsidR="00B33C61" w:rsidRPr="00202ACC" w:rsidRDefault="00B33C61" w:rsidP="00B33C61">
            <w:pPr>
              <w:pStyle w:val="a3"/>
              <w:snapToGrid w:val="0"/>
              <w:spacing w:line="0" w:lineRule="atLeast"/>
              <w:ind w:firstLineChars="50" w:firstLine="71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区分の該当事項</w:t>
            </w:r>
          </w:p>
          <w:p w14:paraId="6D45EEE0" w14:textId="77777777" w:rsidR="00B33C61" w:rsidRPr="00202ACC" w:rsidRDefault="00B33C61">
            <w:pPr>
              <w:widowControl/>
              <w:jc w:val="left"/>
              <w:rPr>
                <w:rFonts w:ascii="Century" w:eastAsia="ＭＳ 明朝" w:hAnsi="Century" w:cs="ＭＳ 明朝"/>
                <w:color w:val="000000" w:themeColor="text1"/>
                <w:kern w:val="0"/>
                <w:sz w:val="14"/>
                <w:szCs w:val="14"/>
              </w:rPr>
            </w:pPr>
          </w:p>
          <w:p w14:paraId="2EEA0B1A" w14:textId="77777777" w:rsidR="00B33C61" w:rsidRPr="00202ACC" w:rsidRDefault="00B33C61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</w:p>
        </w:tc>
        <w:tc>
          <w:tcPr>
            <w:tcW w:w="641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8A482" w14:textId="77777777" w:rsidR="00B33C61" w:rsidRPr="00202ACC" w:rsidRDefault="00B33C61">
            <w:pPr>
              <w:widowControl/>
              <w:jc w:val="left"/>
              <w:rPr>
                <w:rFonts w:ascii="Century" w:eastAsia="ＭＳ 明朝" w:hAnsi="Century" w:cs="ＭＳ 明朝"/>
                <w:color w:val="000000" w:themeColor="text1"/>
                <w:kern w:val="0"/>
                <w:sz w:val="14"/>
                <w:szCs w:val="14"/>
              </w:rPr>
            </w:pPr>
          </w:p>
          <w:p w14:paraId="3D8BF4AE" w14:textId="77777777" w:rsidR="00B33C61" w:rsidRPr="00202ACC" w:rsidRDefault="00B33C61" w:rsidP="00B33C61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0C3DB158" w14:textId="77777777" w:rsidTr="00306793">
        <w:trPr>
          <w:cantSplit/>
          <w:trHeight w:hRule="exact" w:val="765"/>
        </w:trPr>
        <w:tc>
          <w:tcPr>
            <w:tcW w:w="1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71113546" w14:textId="77777777" w:rsidR="00B33C61" w:rsidRPr="00202ACC" w:rsidRDefault="00B33C61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448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C35A05D" w14:textId="77777777" w:rsidR="00B33C61" w:rsidRPr="00202ACC" w:rsidRDefault="00B33C61" w:rsidP="00B33C61">
            <w:pPr>
              <w:pStyle w:val="a3"/>
              <w:snapToGrid w:val="0"/>
              <w:spacing w:line="0" w:lineRule="atLeas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該当事項とした判断理由</w:t>
            </w:r>
          </w:p>
          <w:p w14:paraId="7055D2D8" w14:textId="77777777" w:rsidR="00B33C61" w:rsidRPr="00202ACC" w:rsidRDefault="00B33C61" w:rsidP="00B33C61">
            <w:pPr>
              <w:pStyle w:val="a3"/>
              <w:snapToGrid w:val="0"/>
              <w:spacing w:line="0" w:lineRule="atLeas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(申請に係る農地の営農条件及び</w:t>
            </w:r>
          </w:p>
          <w:p w14:paraId="2786981D" w14:textId="77777777" w:rsidR="00B33C61" w:rsidRPr="00202ACC" w:rsidRDefault="00B33C61" w:rsidP="00B33C61">
            <w:pPr>
              <w:pStyle w:val="a3"/>
              <w:snapToGrid w:val="0"/>
              <w:spacing w:line="0" w:lineRule="atLeast"/>
              <w:ind w:firstLineChars="100" w:firstLine="142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周辺の市街地化の状況を記載す</w:t>
            </w:r>
          </w:p>
          <w:p w14:paraId="71865CE2" w14:textId="77777777" w:rsidR="00B33C61" w:rsidRPr="00202ACC" w:rsidRDefault="00B33C61" w:rsidP="00B33C61">
            <w:pPr>
              <w:pStyle w:val="a3"/>
              <w:snapToGrid w:val="0"/>
              <w:spacing w:line="0" w:lineRule="atLeast"/>
              <w:ind w:firstLineChars="100" w:firstLine="142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ること）</w:t>
            </w:r>
          </w:p>
          <w:p w14:paraId="4AA64DD3" w14:textId="77777777" w:rsidR="00B33C61" w:rsidRPr="00202ACC" w:rsidRDefault="00B33C61">
            <w:pPr>
              <w:widowControl/>
              <w:jc w:val="left"/>
              <w:rPr>
                <w:rFonts w:ascii="Century" w:eastAsia="ＭＳ 明朝" w:hAnsi="Century" w:cs="ＭＳ 明朝"/>
                <w:color w:val="000000" w:themeColor="text1"/>
                <w:kern w:val="0"/>
                <w:sz w:val="14"/>
                <w:szCs w:val="14"/>
              </w:rPr>
            </w:pPr>
          </w:p>
          <w:p w14:paraId="69047E14" w14:textId="77777777" w:rsidR="00B33C61" w:rsidRPr="00202ACC" w:rsidRDefault="00B33C61">
            <w:pPr>
              <w:widowControl/>
              <w:jc w:val="left"/>
              <w:rPr>
                <w:rFonts w:ascii="Century" w:eastAsia="ＭＳ 明朝" w:hAnsi="Century" w:cs="ＭＳ 明朝"/>
                <w:color w:val="000000" w:themeColor="text1"/>
                <w:kern w:val="0"/>
                <w:sz w:val="14"/>
                <w:szCs w:val="14"/>
              </w:rPr>
            </w:pPr>
          </w:p>
          <w:p w14:paraId="6C65AAB7" w14:textId="77777777" w:rsidR="00B33C61" w:rsidRPr="00202ACC" w:rsidRDefault="00B33C61">
            <w:pPr>
              <w:widowControl/>
              <w:jc w:val="left"/>
              <w:rPr>
                <w:rFonts w:ascii="Century" w:eastAsia="ＭＳ 明朝" w:hAnsi="Century" w:cs="ＭＳ 明朝"/>
                <w:color w:val="000000" w:themeColor="text1"/>
                <w:kern w:val="0"/>
                <w:sz w:val="14"/>
                <w:szCs w:val="14"/>
              </w:rPr>
            </w:pPr>
          </w:p>
          <w:p w14:paraId="13532C70" w14:textId="77777777" w:rsidR="00B33C61" w:rsidRPr="00202ACC" w:rsidRDefault="00B33C61" w:rsidP="003B2829">
            <w:pPr>
              <w:pStyle w:val="a3"/>
              <w:spacing w:before="69" w:line="160" w:lineRule="exact"/>
              <w:ind w:firstLineChars="100" w:firstLine="142"/>
              <w:rPr>
                <w:rFonts w:ascii="ＭＳ 明朝" w:hAnsi="ＭＳ 明朝"/>
                <w:color w:val="000000" w:themeColor="text1"/>
                <w:spacing w:val="1"/>
              </w:rPr>
            </w:pPr>
          </w:p>
        </w:tc>
        <w:tc>
          <w:tcPr>
            <w:tcW w:w="6411" w:type="dxa"/>
            <w:gridSpan w:val="31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8DC8533" w14:textId="77777777" w:rsidR="00B33C61" w:rsidRPr="00202ACC" w:rsidRDefault="00B33C61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"/>
                <w:kern w:val="0"/>
                <w:sz w:val="14"/>
                <w:szCs w:val="14"/>
              </w:rPr>
            </w:pPr>
          </w:p>
          <w:p w14:paraId="3EEEDE6D" w14:textId="77777777" w:rsidR="00B33C61" w:rsidRPr="00202ACC" w:rsidRDefault="00B33C61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"/>
                <w:kern w:val="0"/>
                <w:sz w:val="14"/>
                <w:szCs w:val="14"/>
              </w:rPr>
            </w:pPr>
          </w:p>
          <w:p w14:paraId="6CD7E0D3" w14:textId="77777777" w:rsidR="00B33C61" w:rsidRPr="00202ACC" w:rsidRDefault="00B33C61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"/>
                <w:kern w:val="0"/>
                <w:sz w:val="14"/>
                <w:szCs w:val="14"/>
              </w:rPr>
            </w:pPr>
          </w:p>
          <w:p w14:paraId="30D8E7B4" w14:textId="77777777" w:rsidR="00B33C61" w:rsidRPr="00202ACC" w:rsidRDefault="00B33C61" w:rsidP="00B33C61">
            <w:pPr>
              <w:pStyle w:val="a3"/>
              <w:spacing w:before="69" w:line="160" w:lineRule="exact"/>
              <w:rPr>
                <w:rFonts w:ascii="ＭＳ 明朝" w:hAnsi="ＭＳ 明朝"/>
                <w:color w:val="000000" w:themeColor="text1"/>
                <w:spacing w:val="1"/>
              </w:rPr>
            </w:pPr>
          </w:p>
        </w:tc>
      </w:tr>
      <w:tr w:rsidR="00202ACC" w:rsidRPr="00202ACC" w14:paraId="680709A7" w14:textId="77777777" w:rsidTr="00306793">
        <w:trPr>
          <w:cantSplit/>
          <w:trHeight w:hRule="exact" w:val="276"/>
        </w:trPr>
        <w:tc>
          <w:tcPr>
            <w:tcW w:w="1152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5C9455A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転用候補地内の</w:t>
            </w:r>
          </w:p>
          <w:p w14:paraId="05765302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農地の区分別面</w:t>
            </w:r>
          </w:p>
          <w:p w14:paraId="275B27E1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積及びその割合</w:t>
            </w:r>
          </w:p>
        </w:tc>
        <w:tc>
          <w:tcPr>
            <w:tcW w:w="4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A665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9D71B8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>農用地区域内農地</w:t>
            </w:r>
          </w:p>
        </w:tc>
        <w:tc>
          <w:tcPr>
            <w:tcW w:w="900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207198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甲種農地</w:t>
            </w:r>
          </w:p>
        </w:tc>
        <w:tc>
          <w:tcPr>
            <w:tcW w:w="1044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B28E38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第１種農地</w:t>
            </w:r>
          </w:p>
        </w:tc>
        <w:tc>
          <w:tcPr>
            <w:tcW w:w="864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069E15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第２種農地</w:t>
            </w:r>
          </w:p>
        </w:tc>
        <w:tc>
          <w:tcPr>
            <w:tcW w:w="1080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EB7E1F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第３種農地</w:t>
            </w:r>
          </w:p>
        </w:tc>
        <w:tc>
          <w:tcPr>
            <w:tcW w:w="1368" w:type="dxa"/>
            <w:gridSpan w:val="10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5233B7" w14:textId="77777777" w:rsidR="00D96A90" w:rsidRPr="00202ACC" w:rsidRDefault="00D96A90" w:rsidP="00B33C61">
            <w:pPr>
              <w:pStyle w:val="a3"/>
              <w:spacing w:before="67" w:line="139" w:lineRule="exact"/>
              <w:ind w:firstLineChars="100" w:firstLine="142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農地の合計面積</w:t>
            </w:r>
          </w:p>
        </w:tc>
        <w:tc>
          <w:tcPr>
            <w:tcW w:w="1155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096E61E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(参考)全体面積</w:t>
            </w:r>
          </w:p>
        </w:tc>
      </w:tr>
      <w:tr w:rsidR="00202ACC" w:rsidRPr="00202ACC" w14:paraId="2F0926C5" w14:textId="77777777" w:rsidTr="00306793">
        <w:trPr>
          <w:cantSplit/>
          <w:trHeight w:hRule="exact" w:val="268"/>
        </w:trPr>
        <w:tc>
          <w:tcPr>
            <w:tcW w:w="115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0A3623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E130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面積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8ACDAC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㎡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011427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㎡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EFFBF" w14:textId="77777777" w:rsidR="00D96A90" w:rsidRPr="00202ACC" w:rsidRDefault="00D96A90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="00C43A0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4762CF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</w:t>
            </w:r>
            <w:r w:rsidR="0026413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㎡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62B96" w14:textId="77777777" w:rsidR="00D96A90" w:rsidRPr="00202ACC" w:rsidRDefault="00A16B85" w:rsidP="000D2FB8">
            <w:pPr>
              <w:pStyle w:val="a3"/>
              <w:spacing w:before="69" w:line="139" w:lineRule="exact"/>
              <w:ind w:firstLineChars="450" w:firstLine="639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㎡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D2F43B" w14:textId="77777777" w:rsidR="004F6F31" w:rsidRPr="00202ACC" w:rsidRDefault="00785EDD" w:rsidP="00264137">
            <w:pPr>
              <w:pStyle w:val="a3"/>
              <w:spacing w:before="69" w:line="139" w:lineRule="exact"/>
              <w:ind w:firstLineChars="100" w:firstLine="142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　　</w:t>
            </w:r>
            <w:r w:rsidR="003B2829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㎡</w:t>
            </w:r>
          </w:p>
        </w:tc>
        <w:tc>
          <w:tcPr>
            <w:tcW w:w="1368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053FF" w14:textId="77777777" w:rsidR="004F6F31" w:rsidRPr="00202ACC" w:rsidRDefault="00D96A90" w:rsidP="007750A7">
            <w:pPr>
              <w:pStyle w:val="a3"/>
              <w:spacing w:before="69" w:line="139" w:lineRule="exac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4F6372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</w:t>
            </w:r>
            <w:r w:rsidR="003123FE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</w:t>
            </w:r>
            <w:r w:rsidR="00785EDD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    </w:t>
            </w:r>
            <w:r w:rsidR="003B2829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㎡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DD3524C" w14:textId="77777777" w:rsidR="004F6F31" w:rsidRPr="00202ACC" w:rsidRDefault="00D96A90" w:rsidP="007750A7">
            <w:pPr>
              <w:pStyle w:val="a3"/>
              <w:spacing w:before="69" w:line="139" w:lineRule="exact"/>
              <w:jc w:val="righ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80771F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3B2829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>㎡</w:t>
            </w:r>
          </w:p>
        </w:tc>
      </w:tr>
      <w:tr w:rsidR="00202ACC" w:rsidRPr="00202ACC" w14:paraId="07057A6C" w14:textId="77777777" w:rsidTr="00306793">
        <w:trPr>
          <w:cantSplit/>
          <w:trHeight w:hRule="exact" w:val="278"/>
        </w:trPr>
        <w:tc>
          <w:tcPr>
            <w:tcW w:w="115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D212278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341356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割合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D6977F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7EA106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  <w:tc>
          <w:tcPr>
            <w:tcW w:w="104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F464BC" w14:textId="77777777" w:rsidR="00D96A90" w:rsidRPr="00202ACC" w:rsidRDefault="00D96A90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88184E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FD36EE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785EDD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C93605" w14:textId="77777777" w:rsidR="00D96A90" w:rsidRPr="00202ACC" w:rsidRDefault="00D96A90" w:rsidP="000D2FB8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="000D2FB8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E2A40B9" w14:textId="77777777" w:rsidR="00D96A90" w:rsidRPr="00202ACC" w:rsidRDefault="0088184E" w:rsidP="00785EDD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="00FD36EE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　</w:t>
            </w:r>
            <w:r w:rsidR="00264137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785EDD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　　</w:t>
            </w:r>
            <w:r w:rsidR="00D96A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  <w:tc>
          <w:tcPr>
            <w:tcW w:w="136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01CA0E" w14:textId="77777777" w:rsidR="00D96A90" w:rsidRPr="00202ACC" w:rsidRDefault="00D96A90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</w:t>
            </w:r>
            <w:r w:rsidR="004F6372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</w:t>
            </w:r>
            <w:r w:rsidR="003123FE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DB1548D" w14:textId="77777777" w:rsidR="00D96A90" w:rsidRPr="00202ACC" w:rsidRDefault="00D96A90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="004762CF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％</w:t>
            </w:r>
          </w:p>
        </w:tc>
      </w:tr>
      <w:tr w:rsidR="00202ACC" w:rsidRPr="00202ACC" w14:paraId="0A09C8E9" w14:textId="77777777" w:rsidTr="00306793">
        <w:trPr>
          <w:cantSplit/>
          <w:trHeight w:hRule="exact" w:val="276"/>
        </w:trPr>
        <w:tc>
          <w:tcPr>
            <w:tcW w:w="1584" w:type="dxa"/>
            <w:gridSpan w:val="4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362280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特定土地改良事業等</w:t>
            </w:r>
          </w:p>
          <w:p w14:paraId="4FD67B37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関係</w:t>
            </w:r>
          </w:p>
        </w:tc>
        <w:tc>
          <w:tcPr>
            <w:tcW w:w="1584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CA6A" w14:textId="77777777" w:rsidR="00D96A90" w:rsidRPr="00202ACC" w:rsidRDefault="00D96A90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事業の種類</w:t>
            </w:r>
          </w:p>
        </w:tc>
        <w:tc>
          <w:tcPr>
            <w:tcW w:w="1474" w:type="dxa"/>
            <w:gridSpan w:val="9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FF31C0" w14:textId="77777777" w:rsidR="00D96A90" w:rsidRPr="00202ACC" w:rsidRDefault="00D96A90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事業施行者</w:t>
            </w:r>
          </w:p>
        </w:tc>
        <w:tc>
          <w:tcPr>
            <w:tcW w:w="104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248CA9" w14:textId="77777777" w:rsidR="00D96A90" w:rsidRPr="00202ACC" w:rsidRDefault="00D96A90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施行面積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(</w:t>
            </w:r>
            <w:r w:rsidR="007750A7" w:rsidRPr="00202ACC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ha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)</w:t>
            </w:r>
          </w:p>
        </w:tc>
        <w:tc>
          <w:tcPr>
            <w:tcW w:w="1116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34F72D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 xml:space="preserve">　申請地に関係する面積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>(</w:t>
            </w:r>
            <w:r w:rsidR="007750A7" w:rsidRPr="00202ACC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ha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>)</w:t>
            </w:r>
          </w:p>
        </w:tc>
        <w:tc>
          <w:tcPr>
            <w:tcW w:w="75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FB53A2" w14:textId="77777777" w:rsidR="00D96A90" w:rsidRPr="00202ACC" w:rsidRDefault="00D96A90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施行時期</w:t>
            </w:r>
          </w:p>
        </w:tc>
        <w:tc>
          <w:tcPr>
            <w:tcW w:w="1443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0C46956" w14:textId="77777777" w:rsidR="00D96A90" w:rsidRPr="00202ACC" w:rsidRDefault="00D96A90" w:rsidP="00C64234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>申請地に関係する土地改良財産</w:t>
            </w:r>
          </w:p>
        </w:tc>
      </w:tr>
      <w:tr w:rsidR="00202ACC" w:rsidRPr="00202ACC" w14:paraId="774A4579" w14:textId="77777777" w:rsidTr="00306793">
        <w:trPr>
          <w:cantSplit/>
          <w:trHeight w:hRule="exact" w:val="436"/>
        </w:trPr>
        <w:tc>
          <w:tcPr>
            <w:tcW w:w="1584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46D3CC2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584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C0A099" w14:textId="77777777" w:rsidR="00D96A90" w:rsidRPr="00202ACC" w:rsidRDefault="00D96A90" w:rsidP="00BD40A7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474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1DE0608" w14:textId="77777777" w:rsidR="00D96A90" w:rsidRPr="00202ACC" w:rsidRDefault="00D96A90" w:rsidP="00BD40A7">
            <w:pPr>
              <w:pStyle w:val="a3"/>
              <w:spacing w:before="69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D9A2709" w14:textId="77777777" w:rsidR="00D96A90" w:rsidRPr="00202ACC" w:rsidRDefault="00D96A90" w:rsidP="007750A7">
            <w:pPr>
              <w:pStyle w:val="a3"/>
              <w:spacing w:before="69" w:line="139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  <w:tc>
          <w:tcPr>
            <w:tcW w:w="111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DD88513" w14:textId="77777777" w:rsidR="004F6F31" w:rsidRPr="00202ACC" w:rsidRDefault="004F6F31" w:rsidP="006368A8">
            <w:pPr>
              <w:pStyle w:val="a3"/>
              <w:spacing w:before="69" w:line="139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  <w:tc>
          <w:tcPr>
            <w:tcW w:w="75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75E6AC" w14:textId="77777777" w:rsidR="00D96A90" w:rsidRPr="00202ACC" w:rsidRDefault="00D96A90" w:rsidP="00BC5379">
            <w:pPr>
              <w:pStyle w:val="a3"/>
              <w:spacing w:before="69" w:line="139" w:lineRule="exact"/>
              <w:rPr>
                <w:color w:val="000000" w:themeColor="text1"/>
                <w:spacing w:val="0"/>
                <w:sz w:val="12"/>
                <w:szCs w:val="12"/>
              </w:rPr>
            </w:pPr>
          </w:p>
        </w:tc>
        <w:tc>
          <w:tcPr>
            <w:tcW w:w="1443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41F13E0" w14:textId="77777777" w:rsidR="00D96A90" w:rsidRPr="00202ACC" w:rsidRDefault="00D96A90" w:rsidP="00BC5379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144A71B9" w14:textId="77777777" w:rsidTr="00306793">
        <w:trPr>
          <w:cantSplit/>
          <w:trHeight w:hRule="exact" w:val="276"/>
        </w:trPr>
        <w:tc>
          <w:tcPr>
            <w:tcW w:w="1944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7582FA2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申請に係る土地と都市計画</w:t>
            </w:r>
          </w:p>
          <w:p w14:paraId="0D2863A6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との関係</w:t>
            </w:r>
          </w:p>
        </w:tc>
        <w:tc>
          <w:tcPr>
            <w:tcW w:w="184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8C47" w14:textId="77777777" w:rsidR="00D96A90" w:rsidRPr="00202ACC" w:rsidRDefault="00D96A90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都市計画区域決定の有無</w:t>
            </w:r>
          </w:p>
        </w:tc>
        <w:tc>
          <w:tcPr>
            <w:tcW w:w="5211" w:type="dxa"/>
            <w:gridSpan w:val="2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EA969BF" w14:textId="77777777" w:rsidR="00D96A90" w:rsidRPr="00202ACC" w:rsidRDefault="001128AD" w:rsidP="007750A7">
            <w:pPr>
              <w:pStyle w:val="a3"/>
              <w:spacing w:before="67" w:line="139" w:lineRule="exact"/>
              <w:ind w:firstLineChars="100" w:firstLine="140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>都市計画内</w:t>
            </w:r>
            <w:r w:rsidR="00D96A90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="00D96A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D96A90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D96A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計画区域外　　</w:t>
            </w:r>
            <w:r w:rsidR="00EA3F4A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（告示　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　</w:t>
            </w:r>
            <w:r w:rsidR="00EA3F4A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年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="006476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月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="00D96A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日）</w:t>
            </w:r>
          </w:p>
        </w:tc>
      </w:tr>
      <w:tr w:rsidR="00202ACC" w:rsidRPr="00202ACC" w14:paraId="1DA7D72B" w14:textId="77777777" w:rsidTr="00306793">
        <w:trPr>
          <w:cantSplit/>
          <w:trHeight w:hRule="exact" w:val="338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6F97591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848" w:type="dxa"/>
            <w:gridSpan w:val="7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1FE75C" w14:textId="77777777" w:rsidR="00D96A90" w:rsidRPr="00202ACC" w:rsidRDefault="00D96A90">
            <w:pPr>
              <w:pStyle w:val="a3"/>
              <w:spacing w:before="69"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24"/>
                <w:fitText w:val="1640" w:id="459430147"/>
              </w:rPr>
              <w:t>都市計画法第８条</w:t>
            </w:r>
            <w:r w:rsidRPr="00202ACC">
              <w:rPr>
                <w:rFonts w:ascii="ＭＳ 明朝" w:hAnsi="ＭＳ 明朝" w:hint="eastAsia"/>
                <w:color w:val="000000" w:themeColor="text1"/>
                <w:spacing w:val="-1"/>
                <w:fitText w:val="1640" w:id="459430147"/>
              </w:rPr>
              <w:t>の</w:t>
            </w:r>
          </w:p>
          <w:p w14:paraId="01FB8A4B" w14:textId="77777777" w:rsidR="00D96A90" w:rsidRPr="00202ACC" w:rsidRDefault="00D96A90">
            <w:pPr>
              <w:pStyle w:val="a3"/>
              <w:spacing w:line="19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50"/>
                <w:fitText w:val="1580" w:id="459430148"/>
              </w:rPr>
              <w:t>地域地区の決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fitText w:val="1580" w:id="459430148"/>
              </w:rPr>
              <w:t>定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18DE" w14:textId="77777777" w:rsidR="00D96A90" w:rsidRPr="00202ACC" w:rsidRDefault="00D96A90" w:rsidP="00B33C61">
            <w:pPr>
              <w:pStyle w:val="a3"/>
              <w:spacing w:before="69" w:line="199" w:lineRule="exact"/>
              <w:ind w:firstLineChars="100" w:firstLine="142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地域地区の種類</w:t>
            </w:r>
          </w:p>
        </w:tc>
        <w:tc>
          <w:tcPr>
            <w:tcW w:w="3936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AC7CA47" w14:textId="77777777" w:rsidR="00D96A90" w:rsidRPr="00202ACC" w:rsidRDefault="00D96A90" w:rsidP="007750A7">
            <w:pPr>
              <w:pStyle w:val="a3"/>
              <w:spacing w:before="69" w:line="19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643071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　</w:t>
            </w:r>
            <w:r w:rsidR="007750A7" w:rsidRPr="00202ACC">
              <w:rPr>
                <w:color w:val="000000" w:themeColor="text1"/>
                <w:spacing w:val="0"/>
              </w:rPr>
              <w:t xml:space="preserve"> </w:t>
            </w:r>
          </w:p>
        </w:tc>
      </w:tr>
      <w:tr w:rsidR="00202ACC" w:rsidRPr="00202ACC" w14:paraId="699CFF42" w14:textId="77777777" w:rsidTr="00306793">
        <w:trPr>
          <w:cantSplit/>
          <w:trHeight w:hRule="exact" w:val="338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AF64A23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848" w:type="dxa"/>
            <w:gridSpan w:val="7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6586FF6C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5211" w:type="dxa"/>
            <w:gridSpan w:val="25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701C2DB" w14:textId="77777777" w:rsidR="00D96A90" w:rsidRPr="00202ACC" w:rsidRDefault="00D96A90" w:rsidP="00B33C61">
            <w:pPr>
              <w:pStyle w:val="a3"/>
              <w:spacing w:before="12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B33C61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決定なし</w:t>
            </w:r>
          </w:p>
        </w:tc>
      </w:tr>
      <w:tr w:rsidR="00202ACC" w:rsidRPr="00202ACC" w14:paraId="694F750E" w14:textId="77777777" w:rsidTr="00306793">
        <w:trPr>
          <w:cantSplit/>
          <w:trHeight w:hRule="exact" w:val="276"/>
        </w:trPr>
        <w:tc>
          <w:tcPr>
            <w:tcW w:w="1944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6F96D8E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申請に係る土地と農業振興</w:t>
            </w:r>
          </w:p>
          <w:p w14:paraId="69ECAD9C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地域整備計画との関係</w:t>
            </w:r>
          </w:p>
        </w:tc>
        <w:tc>
          <w:tcPr>
            <w:tcW w:w="1848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CD2F63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農業振興地域決定の有無</w:t>
            </w:r>
          </w:p>
        </w:tc>
        <w:tc>
          <w:tcPr>
            <w:tcW w:w="5211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9FAA27" w14:textId="77777777" w:rsidR="00D96A90" w:rsidRPr="00202ACC" w:rsidRDefault="00D96A90" w:rsidP="007750A7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-4"/>
              </w:rPr>
              <w:t>振興地域内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C64234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振興地域外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6476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（告示　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="00A817F1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="006476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年　</w:t>
            </w:r>
            <w:r w:rsidR="00A817F1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6476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月</w:t>
            </w:r>
            <w:r w:rsidR="00A817F1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日）</w:t>
            </w:r>
          </w:p>
        </w:tc>
      </w:tr>
      <w:tr w:rsidR="00202ACC" w:rsidRPr="00202ACC" w14:paraId="1FEA9980" w14:textId="77777777" w:rsidTr="00306793">
        <w:trPr>
          <w:cantSplit/>
          <w:trHeight w:hRule="exact" w:val="278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284A8097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848" w:type="dxa"/>
            <w:gridSpan w:val="7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4D33E6EA" w14:textId="77777777" w:rsidR="00D96A90" w:rsidRPr="00202ACC" w:rsidRDefault="00D96A90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8"/>
                <w:fitText w:val="1540" w:id="1665849344"/>
              </w:rPr>
              <w:t>農用地区域決定の有</w:t>
            </w:r>
            <w:r w:rsidRPr="00202ACC">
              <w:rPr>
                <w:rFonts w:ascii="ＭＳ 明朝" w:hAnsi="ＭＳ 明朝" w:hint="eastAsia"/>
                <w:color w:val="000000" w:themeColor="text1"/>
                <w:spacing w:val="-1"/>
                <w:fitText w:val="1540" w:id="1665849344"/>
              </w:rPr>
              <w:t>無</w:t>
            </w:r>
          </w:p>
        </w:tc>
        <w:tc>
          <w:tcPr>
            <w:tcW w:w="5211" w:type="dxa"/>
            <w:gridSpan w:val="25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B2E727A" w14:textId="77777777" w:rsidR="00D96A90" w:rsidRPr="00202ACC" w:rsidRDefault="00D96A90" w:rsidP="007750A7">
            <w:pPr>
              <w:pStyle w:val="a3"/>
              <w:spacing w:before="69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農用地区域内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-4"/>
              </w:rPr>
              <w:t>農用地区域外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6476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C64234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 </w:t>
            </w:r>
            <w:r w:rsidR="00647690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（決定　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年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="002A55F9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月</w:t>
            </w:r>
            <w:r w:rsidR="0099250B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日）</w:t>
            </w:r>
          </w:p>
        </w:tc>
      </w:tr>
      <w:tr w:rsidR="00202ACC" w:rsidRPr="00202ACC" w14:paraId="701CC47E" w14:textId="77777777" w:rsidTr="00306793">
        <w:trPr>
          <w:trHeight w:hRule="exact" w:val="276"/>
        </w:trPr>
        <w:tc>
          <w:tcPr>
            <w:tcW w:w="1944" w:type="dxa"/>
            <w:gridSpan w:val="5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60F7B8D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転用目的</w:t>
            </w:r>
          </w:p>
        </w:tc>
        <w:tc>
          <w:tcPr>
            <w:tcW w:w="7059" w:type="dxa"/>
            <w:gridSpan w:val="32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1B037E9B" w14:textId="77777777" w:rsidR="00D96A90" w:rsidRPr="00202ACC" w:rsidRDefault="00D96A90" w:rsidP="00C64234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</w:p>
        </w:tc>
      </w:tr>
      <w:tr w:rsidR="00202ACC" w:rsidRPr="00202ACC" w14:paraId="566C1821" w14:textId="77777777" w:rsidTr="00306793">
        <w:trPr>
          <w:cantSplit/>
          <w:trHeight w:hRule="exact" w:val="206"/>
        </w:trPr>
        <w:tc>
          <w:tcPr>
            <w:tcW w:w="1944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AAAFADB" w14:textId="77777777" w:rsidR="00B33C61" w:rsidRPr="00202ACC" w:rsidRDefault="00D96A90">
            <w:pPr>
              <w:pStyle w:val="a3"/>
              <w:spacing w:before="67" w:line="139" w:lineRule="exac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転用目的に係る事業</w:t>
            </w:r>
          </w:p>
          <w:p w14:paraId="2C665862" w14:textId="77777777" w:rsidR="00D96A90" w:rsidRPr="00202ACC" w:rsidRDefault="00D96A90" w:rsidP="00B33C61">
            <w:pPr>
              <w:pStyle w:val="a3"/>
              <w:spacing w:before="67" w:line="139" w:lineRule="exact"/>
              <w:ind w:firstLineChars="50" w:firstLine="71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又は施設の概要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839C" w14:textId="77777777" w:rsidR="00D96A90" w:rsidRPr="00202ACC" w:rsidRDefault="00D96A90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1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1AF9F9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名</w:t>
            </w:r>
            <w:r w:rsidR="00B33C61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称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F49A81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棟</w:t>
            </w:r>
            <w:r w:rsidR="00B33C61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数</w:t>
            </w:r>
            <w:r w:rsidR="00B33C61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(棟)</w:t>
            </w:r>
          </w:p>
          <w:p w14:paraId="41D8008F" w14:textId="77777777" w:rsidR="00B33C61" w:rsidRPr="00202ACC" w:rsidRDefault="00B33C61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9A428C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建設面積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（㎡）</w:t>
            </w:r>
          </w:p>
        </w:tc>
        <w:tc>
          <w:tcPr>
            <w:tcW w:w="129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6F7AB1C" w14:textId="77777777" w:rsidR="00D96A90" w:rsidRPr="00202ACC" w:rsidRDefault="00D96A90" w:rsidP="00B33C61">
            <w:pPr>
              <w:pStyle w:val="a3"/>
              <w:spacing w:before="67" w:line="139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所要面積</w:t>
            </w:r>
            <w:r w:rsidR="007750A7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（㎡）</w:t>
            </w:r>
          </w:p>
        </w:tc>
      </w:tr>
      <w:tr w:rsidR="00202ACC" w:rsidRPr="00202ACC" w14:paraId="147CD56A" w14:textId="77777777" w:rsidTr="00306793">
        <w:trPr>
          <w:cantSplit/>
          <w:trHeight w:hRule="exact" w:val="366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BE6845B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4CC9" w14:textId="77777777" w:rsidR="00D96A90" w:rsidRPr="00202ACC" w:rsidRDefault="00D96A90" w:rsidP="00C64234">
            <w:pPr>
              <w:pStyle w:val="a3"/>
              <w:spacing w:line="140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土地造成</w:t>
            </w:r>
          </w:p>
        </w:tc>
        <w:tc>
          <w:tcPr>
            <w:tcW w:w="1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603E778F" w14:textId="77777777" w:rsidR="00D96A90" w:rsidRPr="00202ACC" w:rsidRDefault="00D96A90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91430E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　　　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577DA029" w14:textId="77777777" w:rsidR="00D96A90" w:rsidRPr="00202ACC" w:rsidRDefault="00D96A90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09761E5D" w14:textId="77777777" w:rsidR="00D96A90" w:rsidRPr="00202ACC" w:rsidRDefault="00D96A90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377849E" w14:textId="77777777" w:rsidR="00536EDD" w:rsidRPr="00202ACC" w:rsidRDefault="00D96A90" w:rsidP="00536EDD">
            <w:pPr>
              <w:pStyle w:val="a3"/>
              <w:spacing w:line="140" w:lineRule="exact"/>
              <w:rPr>
                <w:rFonts w:ascii="ＭＳ 明朝" w:hAnsi="ＭＳ 明朝"/>
                <w:color w:val="000000" w:themeColor="text1"/>
                <w:spacing w:val="0"/>
                <w:w w:val="5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 xml:space="preserve">　　  </w:t>
            </w:r>
          </w:p>
          <w:p w14:paraId="6B276907" w14:textId="77777777" w:rsidR="007750A7" w:rsidRPr="00202ACC" w:rsidRDefault="006A0D75" w:rsidP="007750A7">
            <w:pPr>
              <w:pStyle w:val="a3"/>
              <w:spacing w:line="140" w:lineRule="exact"/>
              <w:ind w:firstLineChars="200" w:firstLine="140"/>
              <w:jc w:val="righ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50"/>
              </w:rPr>
              <w:t xml:space="preserve">　</w:t>
            </w:r>
          </w:p>
          <w:p w14:paraId="61F52442" w14:textId="77777777" w:rsidR="00D96A90" w:rsidRPr="00202ACC" w:rsidRDefault="00D96A90" w:rsidP="007750A7">
            <w:pPr>
              <w:pStyle w:val="a3"/>
              <w:spacing w:line="0" w:lineRule="atLeast"/>
              <w:ind w:left="140" w:hangingChars="100" w:hanging="140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009284F3" w14:textId="77777777" w:rsidTr="00306793">
        <w:trPr>
          <w:cantSplit/>
          <w:trHeight w:hRule="exact" w:val="282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4140A65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71B9" w14:textId="77777777" w:rsidR="00D96A90" w:rsidRPr="00202ACC" w:rsidRDefault="00D96A90" w:rsidP="00C64234">
            <w:pPr>
              <w:pStyle w:val="a3"/>
              <w:spacing w:line="140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5"/>
                <w:fitText w:val="560" w:id="1665849345"/>
              </w:rPr>
              <w:t>建築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fitText w:val="560" w:id="1665849345"/>
              </w:rPr>
              <w:t>物</w:t>
            </w:r>
          </w:p>
        </w:tc>
        <w:tc>
          <w:tcPr>
            <w:tcW w:w="172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1AA66B" w14:textId="77777777" w:rsidR="003B56AB" w:rsidRPr="00202ACC" w:rsidRDefault="003B56AB" w:rsidP="00D6443A">
            <w:pPr>
              <w:pStyle w:val="a3"/>
              <w:spacing w:line="140" w:lineRule="exact"/>
              <w:ind w:firstLineChars="100" w:firstLine="140"/>
              <w:rPr>
                <w:color w:val="000000" w:themeColor="text1"/>
                <w:spacing w:val="0"/>
              </w:rPr>
            </w:pPr>
          </w:p>
          <w:p w14:paraId="0B6F130B" w14:textId="77777777" w:rsidR="00D96A90" w:rsidRPr="00202ACC" w:rsidRDefault="00D96A90" w:rsidP="00D6443A">
            <w:pPr>
              <w:pStyle w:val="a3"/>
              <w:spacing w:line="140" w:lineRule="exact"/>
              <w:ind w:firstLineChars="100" w:firstLine="140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3A3B01" w14:textId="77777777" w:rsidR="003B56AB" w:rsidRPr="00202ACC" w:rsidRDefault="00D96A90" w:rsidP="00D6443A">
            <w:pPr>
              <w:pStyle w:val="a3"/>
              <w:spacing w:line="140" w:lineRule="exact"/>
              <w:rPr>
                <w:rFonts w:ascii="ＭＳ 明朝" w:hAnsi="ＭＳ 明朝"/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　</w:t>
            </w:r>
            <w:r w:rsidR="00953BBB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</w:p>
          <w:p w14:paraId="37F65D12" w14:textId="77777777" w:rsidR="00D96A90" w:rsidRPr="00202ACC" w:rsidRDefault="00D96A90" w:rsidP="00643071">
            <w:pPr>
              <w:pStyle w:val="a3"/>
              <w:spacing w:line="140" w:lineRule="exact"/>
              <w:ind w:firstLineChars="600" w:firstLine="840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D4EDD" w14:textId="77777777" w:rsidR="003B56AB" w:rsidRPr="00202ACC" w:rsidRDefault="00953BBB" w:rsidP="00D935D5">
            <w:pPr>
              <w:pStyle w:val="a3"/>
              <w:spacing w:line="140" w:lineRule="exact"/>
              <w:rPr>
                <w:rFonts w:ascii="ＭＳ 明朝" w:hAnsi="ＭＳ 明朝"/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="00561814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D6443A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</w:p>
          <w:p w14:paraId="73A72729" w14:textId="77777777" w:rsidR="00D96A90" w:rsidRPr="00202ACC" w:rsidRDefault="00D96A90" w:rsidP="003822F8">
            <w:pPr>
              <w:pStyle w:val="a3"/>
              <w:spacing w:line="140" w:lineRule="exact"/>
              <w:ind w:firstLineChars="200" w:firstLine="280"/>
              <w:rPr>
                <w:color w:val="000000" w:themeColor="text1"/>
                <w:spacing w:val="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E96368C" w14:textId="77777777" w:rsidR="003B56AB" w:rsidRPr="00202ACC" w:rsidRDefault="00D96A90" w:rsidP="00D6443A">
            <w:pPr>
              <w:pStyle w:val="a3"/>
              <w:spacing w:line="140" w:lineRule="exact"/>
              <w:rPr>
                <w:rFonts w:ascii="ＭＳ 明朝" w:hAnsi="ＭＳ 明朝"/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854845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 </w:t>
            </w:r>
          </w:p>
          <w:p w14:paraId="13B77865" w14:textId="77777777" w:rsidR="00D96A90" w:rsidRPr="00202ACC" w:rsidRDefault="00D96A90" w:rsidP="00C225D5">
            <w:pPr>
              <w:pStyle w:val="a3"/>
              <w:spacing w:line="140" w:lineRule="exact"/>
              <w:ind w:firstLineChars="650" w:firstLine="910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5FEF52C5" w14:textId="77777777" w:rsidTr="00306793">
        <w:trPr>
          <w:cantSplit/>
          <w:trHeight w:hRule="exact" w:val="272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00311FB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58A66" w14:textId="77777777" w:rsidR="00D96A90" w:rsidRPr="00202ACC" w:rsidRDefault="00D96A90" w:rsidP="00C64234">
            <w:pPr>
              <w:pStyle w:val="a3"/>
              <w:spacing w:line="140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5"/>
                <w:fitText w:val="560" w:id="1665849346"/>
              </w:rPr>
              <w:t xml:space="preserve">小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fitText w:val="560" w:id="1665849346"/>
              </w:rPr>
              <w:t>計</w:t>
            </w:r>
          </w:p>
        </w:tc>
        <w:tc>
          <w:tcPr>
            <w:tcW w:w="1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B2B4394" w14:textId="77777777" w:rsidR="00D96A90" w:rsidRPr="00202ACC" w:rsidRDefault="00D96A90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CC8917" w14:textId="77777777" w:rsidR="00CC44BC" w:rsidRPr="00202ACC" w:rsidRDefault="00D96A90" w:rsidP="00D6443A">
            <w:pPr>
              <w:pStyle w:val="a3"/>
              <w:spacing w:line="140" w:lineRule="exact"/>
              <w:rPr>
                <w:rFonts w:ascii="ＭＳ 明朝" w:hAnsi="ＭＳ 明朝"/>
                <w:color w:val="000000" w:themeColor="text1"/>
                <w:spacing w:val="1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 xml:space="preserve">　　　　</w:t>
            </w:r>
          </w:p>
          <w:p w14:paraId="52B408CD" w14:textId="77777777" w:rsidR="00D96A90" w:rsidRPr="00202ACC" w:rsidRDefault="00D96A90" w:rsidP="005E17B1">
            <w:pPr>
              <w:pStyle w:val="a3"/>
              <w:spacing w:line="140" w:lineRule="exact"/>
              <w:ind w:firstLineChars="650" w:firstLine="910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28B52" w14:textId="77777777" w:rsidR="00CC44BC" w:rsidRPr="00202ACC" w:rsidRDefault="004F6F31" w:rsidP="00D6443A">
            <w:pPr>
              <w:pStyle w:val="a3"/>
              <w:spacing w:line="140" w:lineRule="exact"/>
              <w:rPr>
                <w:rFonts w:ascii="ＭＳ 明朝" w:hAnsi="ＭＳ 明朝"/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="00561814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　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D6443A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</w:p>
          <w:p w14:paraId="4567A361" w14:textId="77777777" w:rsidR="00D96A90" w:rsidRPr="00202ACC" w:rsidRDefault="00D96A90" w:rsidP="003822F8">
            <w:pPr>
              <w:pStyle w:val="a3"/>
              <w:spacing w:line="140" w:lineRule="exact"/>
              <w:ind w:firstLineChars="200" w:firstLine="280"/>
              <w:rPr>
                <w:color w:val="000000" w:themeColor="text1"/>
                <w:spacing w:val="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3F38ADE" w14:textId="77777777" w:rsidR="00CC44BC" w:rsidRPr="00202ACC" w:rsidRDefault="00560D0C" w:rsidP="00D6443A">
            <w:pPr>
              <w:pStyle w:val="a3"/>
              <w:spacing w:line="140" w:lineRule="exact"/>
              <w:ind w:firstLineChars="50" w:firstLine="70"/>
              <w:rPr>
                <w:rFonts w:ascii="ＭＳ 明朝" w:hAnsi="ＭＳ 明朝"/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854845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</w:t>
            </w:r>
            <w:r w:rsidR="00D6443A"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</w:p>
          <w:p w14:paraId="21233D31" w14:textId="77777777" w:rsidR="00D96A90" w:rsidRPr="00202ACC" w:rsidRDefault="00D96A90" w:rsidP="00C225D5">
            <w:pPr>
              <w:pStyle w:val="a3"/>
              <w:spacing w:line="140" w:lineRule="exact"/>
              <w:ind w:firstLineChars="650" w:firstLine="910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65699C23" w14:textId="77777777" w:rsidTr="00306793">
        <w:trPr>
          <w:cantSplit/>
          <w:trHeight w:hRule="exact" w:val="290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B4744D3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85D1E" w14:textId="77777777" w:rsidR="00D96A90" w:rsidRPr="00202ACC" w:rsidRDefault="00D96A90" w:rsidP="00C64234">
            <w:pPr>
              <w:pStyle w:val="a3"/>
              <w:spacing w:line="140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5"/>
                <w:fitText w:val="560" w:id="1665849347"/>
              </w:rPr>
              <w:t>工作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fitText w:val="560" w:id="1665849347"/>
              </w:rPr>
              <w:t>物</w:t>
            </w:r>
          </w:p>
        </w:tc>
        <w:tc>
          <w:tcPr>
            <w:tcW w:w="1728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893B83" w14:textId="77777777" w:rsidR="00D96A90" w:rsidRPr="00202ACC" w:rsidRDefault="00D96A90" w:rsidP="00D6443A">
            <w:pPr>
              <w:pStyle w:val="a3"/>
              <w:spacing w:line="140" w:lineRule="exact"/>
              <w:ind w:firstLineChars="100" w:firstLine="140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CF4EC" w14:textId="77777777" w:rsidR="005E17B1" w:rsidRPr="00202ACC" w:rsidRDefault="005E17B1" w:rsidP="006368A8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CBD88" w14:textId="77777777" w:rsidR="00D96A90" w:rsidRPr="00202ACC" w:rsidRDefault="00D96A90" w:rsidP="00C225D5">
            <w:pPr>
              <w:pStyle w:val="a3"/>
              <w:spacing w:line="140" w:lineRule="exact"/>
              <w:ind w:firstLineChars="250" w:firstLine="350"/>
              <w:rPr>
                <w:color w:val="000000" w:themeColor="text1"/>
                <w:spacing w:val="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DCFBBEF" w14:textId="77777777" w:rsidR="00D96A90" w:rsidRPr="00202ACC" w:rsidRDefault="00D96A90" w:rsidP="00C225D5">
            <w:pPr>
              <w:pStyle w:val="a3"/>
              <w:spacing w:line="140" w:lineRule="exact"/>
              <w:ind w:firstLineChars="150" w:firstLine="210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17ECF83C" w14:textId="77777777" w:rsidTr="00306793">
        <w:trPr>
          <w:cantSplit/>
          <w:trHeight w:hRule="exact" w:val="280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F97D32B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CD40B" w14:textId="77777777" w:rsidR="00D96A90" w:rsidRPr="00202ACC" w:rsidRDefault="00D96A90" w:rsidP="00C64234">
            <w:pPr>
              <w:pStyle w:val="a3"/>
              <w:spacing w:line="140" w:lineRule="exac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5"/>
                <w:fitText w:val="560" w:id="1665849348"/>
              </w:rPr>
              <w:t xml:space="preserve">小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fitText w:val="560" w:id="1665849348"/>
              </w:rPr>
              <w:t>計</w:t>
            </w:r>
          </w:p>
        </w:tc>
        <w:tc>
          <w:tcPr>
            <w:tcW w:w="1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1BAF5F0C" w14:textId="77777777" w:rsidR="00D96A90" w:rsidRPr="00202ACC" w:rsidRDefault="00D96A90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DE19EA" w14:textId="77777777" w:rsidR="00D96A90" w:rsidRPr="00202ACC" w:rsidRDefault="00D96A90" w:rsidP="00C225D5">
            <w:pPr>
              <w:pStyle w:val="a3"/>
              <w:spacing w:line="140" w:lineRule="exact"/>
              <w:ind w:firstLineChars="700" w:firstLine="980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4F595" w14:textId="77777777" w:rsidR="00D96A90" w:rsidRPr="00202ACC" w:rsidRDefault="00D96A90" w:rsidP="00C225D5">
            <w:pPr>
              <w:pStyle w:val="a3"/>
              <w:spacing w:line="140" w:lineRule="exact"/>
              <w:ind w:firstLineChars="850" w:firstLine="1190"/>
              <w:rPr>
                <w:color w:val="000000" w:themeColor="text1"/>
                <w:spacing w:val="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D9E2B38" w14:textId="77777777" w:rsidR="00D96A90" w:rsidRPr="00202ACC" w:rsidRDefault="00D96A90" w:rsidP="006B01B2">
            <w:pPr>
              <w:pStyle w:val="a3"/>
              <w:spacing w:line="140" w:lineRule="exact"/>
              <w:ind w:firstLineChars="200" w:firstLine="280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743E039B" w14:textId="77777777" w:rsidTr="00306793">
        <w:trPr>
          <w:cantSplit/>
          <w:trHeight w:hRule="exact" w:val="304"/>
        </w:trPr>
        <w:tc>
          <w:tcPr>
            <w:tcW w:w="1944" w:type="dxa"/>
            <w:gridSpan w:val="5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8FBD70E" w14:textId="77777777" w:rsidR="00D96A90" w:rsidRPr="00202ACC" w:rsidRDefault="00D96A90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3C4E" w14:textId="77777777" w:rsidR="00D96A90" w:rsidRPr="00202ACC" w:rsidRDefault="00D96A90" w:rsidP="00C64234">
            <w:pPr>
              <w:pStyle w:val="a3"/>
              <w:snapToGrid w:val="0"/>
              <w:spacing w:line="0" w:lineRule="atLeast"/>
              <w:jc w:val="center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35"/>
                <w:fitText w:val="560" w:id="1665849349"/>
              </w:rPr>
              <w:t xml:space="preserve">合　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fitText w:val="560" w:id="1665849349"/>
              </w:rPr>
              <w:t>計</w:t>
            </w:r>
          </w:p>
        </w:tc>
        <w:tc>
          <w:tcPr>
            <w:tcW w:w="1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02F45EDF" w14:textId="77777777" w:rsidR="00D96A90" w:rsidRPr="00202ACC" w:rsidRDefault="00D96A90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E83F17" w14:textId="77777777" w:rsidR="00D96A90" w:rsidRPr="00202ACC" w:rsidRDefault="00D96A90" w:rsidP="00167704">
            <w:pPr>
              <w:pStyle w:val="a3"/>
              <w:spacing w:line="140" w:lineRule="exact"/>
              <w:ind w:firstLineChars="600" w:firstLine="840"/>
              <w:rPr>
                <w:color w:val="000000" w:themeColor="text1"/>
                <w:spacing w:val="0"/>
              </w:rPr>
            </w:pPr>
          </w:p>
        </w:tc>
        <w:tc>
          <w:tcPr>
            <w:tcW w:w="151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C94A66" w14:textId="77777777" w:rsidR="00D96A90" w:rsidRPr="00202ACC" w:rsidRDefault="00D96A90" w:rsidP="00C225D5">
            <w:pPr>
              <w:pStyle w:val="a3"/>
              <w:spacing w:line="140" w:lineRule="exact"/>
              <w:ind w:firstLineChars="850" w:firstLine="1190"/>
              <w:rPr>
                <w:color w:val="000000" w:themeColor="text1"/>
                <w:spacing w:val="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837EAF8" w14:textId="77777777" w:rsidR="00D6443A" w:rsidRPr="00202ACC" w:rsidRDefault="00D6443A" w:rsidP="00D6443A">
            <w:pPr>
              <w:pStyle w:val="a3"/>
              <w:spacing w:line="140" w:lineRule="exact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12FC5F2B" w14:textId="77777777" w:rsidTr="00306793">
        <w:trPr>
          <w:trHeight w:hRule="exact" w:val="1193"/>
        </w:trPr>
        <w:tc>
          <w:tcPr>
            <w:tcW w:w="1944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A1D5782" w14:textId="265D9CC9" w:rsidR="00D96A90" w:rsidRPr="00202ACC" w:rsidRDefault="00D96A90">
            <w:pPr>
              <w:pStyle w:val="a3"/>
              <w:spacing w:before="58" w:line="112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転用事業</w:t>
            </w:r>
            <w:r w:rsidR="00306793"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の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実施の確実性の概</w:t>
            </w:r>
          </w:p>
          <w:p w14:paraId="22B2D5FE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要及び周辺農地への被害を</w:t>
            </w:r>
          </w:p>
          <w:p w14:paraId="41C83ADA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防除するための措置等の妥</w:t>
            </w:r>
          </w:p>
          <w:p w14:paraId="3986A545" w14:textId="77777777" w:rsidR="00D96A90" w:rsidRPr="00202ACC" w:rsidRDefault="00D96A90">
            <w:pPr>
              <w:pStyle w:val="a3"/>
              <w:spacing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当性の概要</w:t>
            </w:r>
          </w:p>
        </w:tc>
        <w:tc>
          <w:tcPr>
            <w:tcW w:w="7059" w:type="dxa"/>
            <w:gridSpan w:val="3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D7F2D5E" w14:textId="77777777" w:rsidR="00B5381B" w:rsidRPr="00202ACC" w:rsidRDefault="00B5381B" w:rsidP="00C27316">
            <w:pPr>
              <w:autoSpaceDE w:val="0"/>
              <w:autoSpaceDN w:val="0"/>
              <w:adjustRightInd w:val="0"/>
              <w:spacing w:line="160" w:lineRule="exact"/>
              <w:rPr>
                <w:color w:val="000000" w:themeColor="text1"/>
              </w:rPr>
            </w:pPr>
          </w:p>
        </w:tc>
      </w:tr>
      <w:tr w:rsidR="00202ACC" w:rsidRPr="00202ACC" w14:paraId="28E65AB0" w14:textId="77777777" w:rsidTr="00306793">
        <w:trPr>
          <w:trHeight w:hRule="exact" w:val="586"/>
        </w:trPr>
        <w:tc>
          <w:tcPr>
            <w:tcW w:w="1944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76DBBD60" w14:textId="77777777" w:rsidR="00D96A90" w:rsidRPr="00202ACC" w:rsidRDefault="00D96A90" w:rsidP="00C814DC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農業上の土地利用との調整</w:t>
            </w:r>
          </w:p>
          <w:p w14:paraId="66FCF406" w14:textId="77777777" w:rsidR="00D96A90" w:rsidRPr="00202ACC" w:rsidRDefault="00D96A90" w:rsidP="009C5395">
            <w:pPr>
              <w:pStyle w:val="a3"/>
              <w:spacing w:line="139" w:lineRule="exact"/>
              <w:ind w:firstLineChars="50" w:firstLine="71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を了している場合等におい</w:t>
            </w:r>
          </w:p>
          <w:p w14:paraId="112A769B" w14:textId="77777777" w:rsidR="00D96A90" w:rsidRPr="00202ACC" w:rsidRDefault="00D96A90" w:rsidP="009C5395">
            <w:pPr>
              <w:pStyle w:val="a3"/>
              <w:spacing w:line="139" w:lineRule="exact"/>
              <w:ind w:firstLineChars="50" w:firstLine="71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ては、その概要</w:t>
            </w:r>
          </w:p>
        </w:tc>
        <w:tc>
          <w:tcPr>
            <w:tcW w:w="7059" w:type="dxa"/>
            <w:gridSpan w:val="3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514C56B" w14:textId="77777777" w:rsidR="00D96A90" w:rsidRPr="00202ACC" w:rsidRDefault="00D96A90" w:rsidP="00C814DC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</w:p>
        </w:tc>
      </w:tr>
      <w:tr w:rsidR="00202ACC" w:rsidRPr="00202ACC" w14:paraId="46850A6E" w14:textId="77777777" w:rsidTr="00306793">
        <w:trPr>
          <w:trHeight w:hRule="exact" w:val="557"/>
        </w:trPr>
        <w:tc>
          <w:tcPr>
            <w:tcW w:w="1944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2831C9FC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許可条項及び説明</w:t>
            </w:r>
          </w:p>
        </w:tc>
        <w:tc>
          <w:tcPr>
            <w:tcW w:w="7059" w:type="dxa"/>
            <w:gridSpan w:val="3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1E9D4B" w14:textId="77777777" w:rsidR="006368A8" w:rsidRPr="00202ACC" w:rsidRDefault="006368A8" w:rsidP="003D075B">
            <w:pPr>
              <w:pStyle w:val="a3"/>
              <w:spacing w:line="160" w:lineRule="exact"/>
              <w:ind w:leftChars="100" w:left="210"/>
              <w:rPr>
                <w:rFonts w:ascii="ＭＳ 明朝" w:hAnsi="ＭＳ 明朝"/>
                <w:color w:val="000000" w:themeColor="text1"/>
                <w:spacing w:val="1"/>
              </w:rPr>
            </w:pPr>
          </w:p>
        </w:tc>
      </w:tr>
      <w:tr w:rsidR="00202ACC" w:rsidRPr="00202ACC" w14:paraId="78D3816D" w14:textId="77777777" w:rsidTr="00306793">
        <w:trPr>
          <w:trHeight w:hRule="exact" w:val="280"/>
        </w:trPr>
        <w:tc>
          <w:tcPr>
            <w:tcW w:w="1944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78EE0309" w14:textId="77777777" w:rsidR="00D96A90" w:rsidRPr="00202ACC" w:rsidRDefault="00D96A90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1"/>
              </w:rPr>
              <w:t>付すべき条件</w:t>
            </w:r>
          </w:p>
        </w:tc>
        <w:tc>
          <w:tcPr>
            <w:tcW w:w="7059" w:type="dxa"/>
            <w:gridSpan w:val="3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DF771BE" w14:textId="77777777" w:rsidR="00D96A90" w:rsidRPr="00202ACC" w:rsidRDefault="00D96A90" w:rsidP="00C00206">
            <w:pPr>
              <w:pStyle w:val="a3"/>
              <w:spacing w:before="67" w:line="160" w:lineRule="exact"/>
              <w:rPr>
                <w:color w:val="000000" w:themeColor="text1"/>
                <w:spacing w:val="0"/>
              </w:rPr>
            </w:pPr>
          </w:p>
        </w:tc>
      </w:tr>
      <w:tr w:rsidR="00D96A90" w:rsidRPr="00202ACC" w14:paraId="79EBDD7E" w14:textId="77777777" w:rsidTr="00306793">
        <w:trPr>
          <w:trHeight w:hRule="exact" w:val="290"/>
        </w:trPr>
        <w:tc>
          <w:tcPr>
            <w:tcW w:w="1944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65193904" w14:textId="77777777" w:rsidR="00D96A90" w:rsidRPr="00202ACC" w:rsidRDefault="00D96A90" w:rsidP="007750A7">
            <w:pPr>
              <w:pStyle w:val="a3"/>
              <w:spacing w:before="67" w:line="139" w:lineRule="exact"/>
              <w:rPr>
                <w:color w:val="000000" w:themeColor="text1"/>
                <w:spacing w:val="0"/>
              </w:rPr>
            </w:pPr>
            <w:r w:rsidRPr="00202ACC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202ACC">
              <w:rPr>
                <w:rFonts w:ascii="ＭＳ 明朝" w:hAnsi="ＭＳ 明朝" w:hint="eastAsia"/>
                <w:color w:val="000000" w:themeColor="text1"/>
                <w:spacing w:val="0"/>
                <w:w w:val="92"/>
                <w:fitText w:val="1680" w:id="1451452416"/>
              </w:rPr>
              <w:t>協議に際して特記すべき事</w:t>
            </w:r>
            <w:r w:rsidRPr="00202ACC">
              <w:rPr>
                <w:rFonts w:ascii="ＭＳ 明朝" w:hAnsi="ＭＳ 明朝" w:hint="eastAsia"/>
                <w:color w:val="000000" w:themeColor="text1"/>
                <w:spacing w:val="8"/>
                <w:w w:val="92"/>
                <w:fitText w:val="1680" w:id="1451452416"/>
              </w:rPr>
              <w:t>項</w:t>
            </w:r>
          </w:p>
        </w:tc>
        <w:tc>
          <w:tcPr>
            <w:tcW w:w="7059" w:type="dxa"/>
            <w:gridSpan w:val="3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AD4990" w14:textId="77777777" w:rsidR="00D96A90" w:rsidRPr="00202ACC" w:rsidRDefault="00D96A90" w:rsidP="004C4343">
            <w:pPr>
              <w:pStyle w:val="a3"/>
              <w:spacing w:before="67" w:line="139" w:lineRule="exact"/>
              <w:ind w:firstLineChars="100" w:firstLine="140"/>
              <w:rPr>
                <w:color w:val="000000" w:themeColor="text1"/>
                <w:spacing w:val="0"/>
              </w:rPr>
            </w:pPr>
          </w:p>
        </w:tc>
      </w:tr>
    </w:tbl>
    <w:p w14:paraId="689D3636" w14:textId="77777777" w:rsidR="00D96A90" w:rsidRPr="00202ACC" w:rsidRDefault="00D96A90">
      <w:pPr>
        <w:pStyle w:val="a3"/>
        <w:spacing w:line="67" w:lineRule="exact"/>
        <w:rPr>
          <w:color w:val="000000" w:themeColor="text1"/>
          <w:spacing w:val="0"/>
        </w:rPr>
      </w:pPr>
    </w:p>
    <w:p w14:paraId="7235B72A" w14:textId="77777777" w:rsidR="00D96A90" w:rsidRPr="005B5347" w:rsidRDefault="00B64F9B">
      <w:pPr>
        <w:pStyle w:val="a3"/>
        <w:rPr>
          <w:rFonts w:asciiTheme="minorEastAsia" w:eastAsiaTheme="minorEastAsia" w:hAnsiTheme="minorEastAsia"/>
          <w:color w:val="000000" w:themeColor="text1"/>
          <w:spacing w:val="0"/>
        </w:rPr>
      </w:pPr>
      <w:r w:rsidRPr="005B5347">
        <w:rPr>
          <w:rFonts w:asciiTheme="minorEastAsia" w:eastAsiaTheme="minorEastAsia" w:hAnsiTheme="minorEastAsia" w:hint="eastAsia"/>
          <w:color w:val="000000" w:themeColor="text1"/>
          <w:spacing w:val="3"/>
          <w:sz w:val="12"/>
          <w:szCs w:val="12"/>
        </w:rPr>
        <w:t>（</w:t>
      </w:r>
      <w:r w:rsidR="00D96A90" w:rsidRPr="005B5347">
        <w:rPr>
          <w:rFonts w:asciiTheme="minorEastAsia" w:eastAsiaTheme="minorEastAsia" w:hAnsiTheme="minorEastAsia" w:hint="eastAsia"/>
          <w:color w:val="000000" w:themeColor="text1"/>
          <w:spacing w:val="3"/>
          <w:sz w:val="12"/>
          <w:szCs w:val="12"/>
        </w:rPr>
        <w:t>記載要領</w:t>
      </w:r>
      <w:r w:rsidRPr="005B5347">
        <w:rPr>
          <w:rFonts w:asciiTheme="minorEastAsia" w:eastAsiaTheme="minorEastAsia" w:hAnsiTheme="minorEastAsia" w:hint="eastAsia"/>
          <w:color w:val="000000" w:themeColor="text1"/>
          <w:spacing w:val="3"/>
          <w:sz w:val="12"/>
          <w:szCs w:val="12"/>
        </w:rPr>
        <w:t>）</w:t>
      </w:r>
    </w:p>
    <w:p w14:paraId="11C0C8A3" w14:textId="77777777" w:rsidR="00D96A90" w:rsidRPr="00202ACC" w:rsidRDefault="00D96A90" w:rsidP="00B33C61">
      <w:pPr>
        <w:pStyle w:val="a3"/>
        <w:rPr>
          <w:color w:val="000000" w:themeColor="text1"/>
          <w:spacing w:val="0"/>
        </w:rPr>
      </w:pP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１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 xml:space="preserve">　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「農地の区分」欄には、「農地法の運用について」（平成21年12月11日付け21経営第4530号・21農振第1598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号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農林水産省経営局長・農村振興局長連名通知。　以下「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運用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通知」という。）第２の１に規定する農用地区域内農地、甲種農地、第１種農地、第２種農地又は第３種農地の別を記載する。</w:t>
      </w:r>
    </w:p>
    <w:p w14:paraId="2BDDCACA" w14:textId="77777777" w:rsidR="00D96A90" w:rsidRPr="00202ACC" w:rsidRDefault="00D96A90" w:rsidP="00B33C61">
      <w:pPr>
        <w:pStyle w:val="a3"/>
        <w:ind w:left="126" w:hangingChars="100" w:hanging="126"/>
        <w:rPr>
          <w:color w:val="000000" w:themeColor="text1"/>
          <w:spacing w:val="0"/>
        </w:rPr>
      </w:pP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２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 xml:space="preserve">　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「農地の区分」の「許可基準に定める農地の区分の該当事項」欄には、運用通知の区分に従い、例えば、第１種農地にあっては、「運用通知第２の１の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(1)の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イの(ｱ)のａ」のように、第２種農地にあっては、「運用通知第２の１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の(1)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のオの(ｱ)のａの(a)」のように記載する。</w:t>
      </w:r>
    </w:p>
    <w:p w14:paraId="76B97C59" w14:textId="77777777" w:rsidR="00D96A90" w:rsidRPr="00202ACC" w:rsidRDefault="00D96A90">
      <w:pPr>
        <w:pStyle w:val="a3"/>
        <w:rPr>
          <w:color w:val="000000" w:themeColor="text1"/>
          <w:spacing w:val="0"/>
        </w:rPr>
      </w:pP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３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 xml:space="preserve">　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「農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業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上の土地利用との調整を了している場合等においては、その概要」欄については、調整した土地利用計画等の名称、調整経緯等を記載する。</w:t>
      </w:r>
    </w:p>
    <w:p w14:paraId="44E461C9" w14:textId="77777777" w:rsidR="00D96A90" w:rsidRPr="00202ACC" w:rsidRDefault="00D96A90">
      <w:pPr>
        <w:pStyle w:val="a3"/>
        <w:rPr>
          <w:color w:val="000000" w:themeColor="text1"/>
          <w:spacing w:val="0"/>
        </w:rPr>
      </w:pP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４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 xml:space="preserve">　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「協議に際して特記すべき事項」欄については、都道府県知事</w:t>
      </w:r>
      <w:r w:rsidR="00B33C61"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等</w:t>
      </w:r>
      <w:r w:rsidRPr="00202ACC">
        <w:rPr>
          <w:rFonts w:ascii="ＭＳ 明朝" w:hAnsi="ＭＳ 明朝" w:hint="eastAsia"/>
          <w:color w:val="000000" w:themeColor="text1"/>
          <w:spacing w:val="3"/>
          <w:sz w:val="12"/>
          <w:szCs w:val="12"/>
        </w:rPr>
        <w:t>が許可の適否の決定に際し特に協議しておくべき事項を記載する。</w:t>
      </w:r>
    </w:p>
    <w:sectPr w:rsidR="00D96A90" w:rsidRPr="00202ACC" w:rsidSect="00D96A90">
      <w:pgSz w:w="11906" w:h="16838"/>
      <w:pgMar w:top="850" w:right="1417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F8822" w14:textId="77777777" w:rsidR="001B4C98" w:rsidRDefault="001B4C98" w:rsidP="00FD453D">
      <w:r>
        <w:separator/>
      </w:r>
    </w:p>
  </w:endnote>
  <w:endnote w:type="continuationSeparator" w:id="0">
    <w:p w14:paraId="65446FDA" w14:textId="77777777" w:rsidR="001B4C98" w:rsidRDefault="001B4C98" w:rsidP="00FD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AE704" w14:textId="77777777" w:rsidR="001B4C98" w:rsidRDefault="001B4C98" w:rsidP="00FD453D">
      <w:r>
        <w:separator/>
      </w:r>
    </w:p>
  </w:footnote>
  <w:footnote w:type="continuationSeparator" w:id="0">
    <w:p w14:paraId="2BFF89D0" w14:textId="77777777" w:rsidR="001B4C98" w:rsidRDefault="001B4C98" w:rsidP="00FD4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A90"/>
    <w:rsid w:val="00006096"/>
    <w:rsid w:val="00016292"/>
    <w:rsid w:val="000373BF"/>
    <w:rsid w:val="0004548B"/>
    <w:rsid w:val="00054BCF"/>
    <w:rsid w:val="00070DE7"/>
    <w:rsid w:val="00076FB7"/>
    <w:rsid w:val="00080603"/>
    <w:rsid w:val="000A0B4C"/>
    <w:rsid w:val="000A1C7E"/>
    <w:rsid w:val="000A66A9"/>
    <w:rsid w:val="000C481F"/>
    <w:rsid w:val="000C7036"/>
    <w:rsid w:val="000D0705"/>
    <w:rsid w:val="000D29CB"/>
    <w:rsid w:val="000D2FB8"/>
    <w:rsid w:val="000D4559"/>
    <w:rsid w:val="000D6767"/>
    <w:rsid w:val="000E40C3"/>
    <w:rsid w:val="000F2D42"/>
    <w:rsid w:val="000F5728"/>
    <w:rsid w:val="000F5936"/>
    <w:rsid w:val="001016F8"/>
    <w:rsid w:val="001128AD"/>
    <w:rsid w:val="00117DFE"/>
    <w:rsid w:val="00132359"/>
    <w:rsid w:val="00132FFE"/>
    <w:rsid w:val="00167704"/>
    <w:rsid w:val="00170198"/>
    <w:rsid w:val="00185F6E"/>
    <w:rsid w:val="00186277"/>
    <w:rsid w:val="00191941"/>
    <w:rsid w:val="001A2C35"/>
    <w:rsid w:val="001A5384"/>
    <w:rsid w:val="001B0BC6"/>
    <w:rsid w:val="001B4C98"/>
    <w:rsid w:val="001C1593"/>
    <w:rsid w:val="001C56F7"/>
    <w:rsid w:val="001D4BFC"/>
    <w:rsid w:val="001D5A72"/>
    <w:rsid w:val="001E61FA"/>
    <w:rsid w:val="001E6BA8"/>
    <w:rsid w:val="001F57D0"/>
    <w:rsid w:val="00202ACC"/>
    <w:rsid w:val="002112DC"/>
    <w:rsid w:val="00220BD7"/>
    <w:rsid w:val="0023025F"/>
    <w:rsid w:val="0023692C"/>
    <w:rsid w:val="00250E95"/>
    <w:rsid w:val="00256247"/>
    <w:rsid w:val="002602B0"/>
    <w:rsid w:val="00264137"/>
    <w:rsid w:val="00265547"/>
    <w:rsid w:val="0028565F"/>
    <w:rsid w:val="00286E6B"/>
    <w:rsid w:val="00290596"/>
    <w:rsid w:val="00290781"/>
    <w:rsid w:val="002A1F8E"/>
    <w:rsid w:val="002A2989"/>
    <w:rsid w:val="002A55F9"/>
    <w:rsid w:val="002B64B8"/>
    <w:rsid w:val="002D09E4"/>
    <w:rsid w:val="002F0005"/>
    <w:rsid w:val="003010D9"/>
    <w:rsid w:val="00306793"/>
    <w:rsid w:val="003123FE"/>
    <w:rsid w:val="00313E70"/>
    <w:rsid w:val="00321D2A"/>
    <w:rsid w:val="00327DA1"/>
    <w:rsid w:val="00352BD3"/>
    <w:rsid w:val="00355E0E"/>
    <w:rsid w:val="0036086E"/>
    <w:rsid w:val="003639FC"/>
    <w:rsid w:val="00372841"/>
    <w:rsid w:val="00372CBD"/>
    <w:rsid w:val="003747FB"/>
    <w:rsid w:val="00374EE5"/>
    <w:rsid w:val="003822F8"/>
    <w:rsid w:val="00383C85"/>
    <w:rsid w:val="003913E5"/>
    <w:rsid w:val="00394E18"/>
    <w:rsid w:val="003B00AA"/>
    <w:rsid w:val="003B06AF"/>
    <w:rsid w:val="003B2829"/>
    <w:rsid w:val="003B56AB"/>
    <w:rsid w:val="003C16D4"/>
    <w:rsid w:val="003C33E5"/>
    <w:rsid w:val="003C3F38"/>
    <w:rsid w:val="003C65F9"/>
    <w:rsid w:val="003D075B"/>
    <w:rsid w:val="003D1652"/>
    <w:rsid w:val="003E4B0F"/>
    <w:rsid w:val="003F5C18"/>
    <w:rsid w:val="00411C78"/>
    <w:rsid w:val="004145E7"/>
    <w:rsid w:val="00415C87"/>
    <w:rsid w:val="00416FC6"/>
    <w:rsid w:val="004204CC"/>
    <w:rsid w:val="00427E7D"/>
    <w:rsid w:val="00434627"/>
    <w:rsid w:val="00436B55"/>
    <w:rsid w:val="00440FA0"/>
    <w:rsid w:val="00460068"/>
    <w:rsid w:val="00463379"/>
    <w:rsid w:val="00467CEF"/>
    <w:rsid w:val="00471413"/>
    <w:rsid w:val="004728ED"/>
    <w:rsid w:val="00472E07"/>
    <w:rsid w:val="004762CF"/>
    <w:rsid w:val="004867BA"/>
    <w:rsid w:val="004A63F8"/>
    <w:rsid w:val="004C115F"/>
    <w:rsid w:val="004C4343"/>
    <w:rsid w:val="004D0E75"/>
    <w:rsid w:val="004D3814"/>
    <w:rsid w:val="004D6FE1"/>
    <w:rsid w:val="004E18FF"/>
    <w:rsid w:val="004F6372"/>
    <w:rsid w:val="004F6F31"/>
    <w:rsid w:val="0050365A"/>
    <w:rsid w:val="00505190"/>
    <w:rsid w:val="00507F72"/>
    <w:rsid w:val="0051357B"/>
    <w:rsid w:val="00527E79"/>
    <w:rsid w:val="00536EDD"/>
    <w:rsid w:val="00556F86"/>
    <w:rsid w:val="00560D0C"/>
    <w:rsid w:val="00561814"/>
    <w:rsid w:val="0056309E"/>
    <w:rsid w:val="00567D80"/>
    <w:rsid w:val="00572BFA"/>
    <w:rsid w:val="0057303F"/>
    <w:rsid w:val="00587823"/>
    <w:rsid w:val="0059735E"/>
    <w:rsid w:val="005A1174"/>
    <w:rsid w:val="005A4DDF"/>
    <w:rsid w:val="005B0C4E"/>
    <w:rsid w:val="005B5347"/>
    <w:rsid w:val="005C67F7"/>
    <w:rsid w:val="005E17B1"/>
    <w:rsid w:val="005E2A2D"/>
    <w:rsid w:val="005E5E97"/>
    <w:rsid w:val="005F48D2"/>
    <w:rsid w:val="0060610B"/>
    <w:rsid w:val="00606762"/>
    <w:rsid w:val="00623E1D"/>
    <w:rsid w:val="00635DF1"/>
    <w:rsid w:val="006368A8"/>
    <w:rsid w:val="00643071"/>
    <w:rsid w:val="00647690"/>
    <w:rsid w:val="0067440D"/>
    <w:rsid w:val="00692439"/>
    <w:rsid w:val="006A0D75"/>
    <w:rsid w:val="006A6092"/>
    <w:rsid w:val="006B01B2"/>
    <w:rsid w:val="006B1BAC"/>
    <w:rsid w:val="006C214B"/>
    <w:rsid w:val="006C531A"/>
    <w:rsid w:val="006D2267"/>
    <w:rsid w:val="006D5204"/>
    <w:rsid w:val="00700693"/>
    <w:rsid w:val="00714126"/>
    <w:rsid w:val="007253DB"/>
    <w:rsid w:val="0072564F"/>
    <w:rsid w:val="00731AB3"/>
    <w:rsid w:val="00732DD7"/>
    <w:rsid w:val="00732E68"/>
    <w:rsid w:val="007407BD"/>
    <w:rsid w:val="00740B8E"/>
    <w:rsid w:val="00743B9C"/>
    <w:rsid w:val="00744F22"/>
    <w:rsid w:val="00745D65"/>
    <w:rsid w:val="007750A7"/>
    <w:rsid w:val="00777E85"/>
    <w:rsid w:val="00785EDD"/>
    <w:rsid w:val="007A01B4"/>
    <w:rsid w:val="007C27C7"/>
    <w:rsid w:val="007C7021"/>
    <w:rsid w:val="008012DD"/>
    <w:rsid w:val="008058F0"/>
    <w:rsid w:val="0080771F"/>
    <w:rsid w:val="00834B68"/>
    <w:rsid w:val="00835C74"/>
    <w:rsid w:val="00842828"/>
    <w:rsid w:val="00854845"/>
    <w:rsid w:val="00865D2E"/>
    <w:rsid w:val="00876914"/>
    <w:rsid w:val="0088184E"/>
    <w:rsid w:val="008840DA"/>
    <w:rsid w:val="008A12E7"/>
    <w:rsid w:val="008A7D3D"/>
    <w:rsid w:val="008B174A"/>
    <w:rsid w:val="008C5801"/>
    <w:rsid w:val="008D0632"/>
    <w:rsid w:val="008D2F6E"/>
    <w:rsid w:val="008D612A"/>
    <w:rsid w:val="008E575B"/>
    <w:rsid w:val="008F424C"/>
    <w:rsid w:val="00900DC6"/>
    <w:rsid w:val="0091430E"/>
    <w:rsid w:val="009161D8"/>
    <w:rsid w:val="00923FDA"/>
    <w:rsid w:val="009369F2"/>
    <w:rsid w:val="00953290"/>
    <w:rsid w:val="00953BBB"/>
    <w:rsid w:val="00956549"/>
    <w:rsid w:val="00964FAE"/>
    <w:rsid w:val="00974573"/>
    <w:rsid w:val="00985D33"/>
    <w:rsid w:val="0099250B"/>
    <w:rsid w:val="009A0404"/>
    <w:rsid w:val="009A2102"/>
    <w:rsid w:val="009A4A82"/>
    <w:rsid w:val="009A534A"/>
    <w:rsid w:val="009C30DD"/>
    <w:rsid w:val="009C4FC0"/>
    <w:rsid w:val="009C5395"/>
    <w:rsid w:val="009E2385"/>
    <w:rsid w:val="009E33B5"/>
    <w:rsid w:val="009E49E2"/>
    <w:rsid w:val="009E77F6"/>
    <w:rsid w:val="00A16B85"/>
    <w:rsid w:val="00A3090D"/>
    <w:rsid w:val="00A34793"/>
    <w:rsid w:val="00A442B7"/>
    <w:rsid w:val="00A46A75"/>
    <w:rsid w:val="00A65871"/>
    <w:rsid w:val="00A759F3"/>
    <w:rsid w:val="00A7634F"/>
    <w:rsid w:val="00A817F1"/>
    <w:rsid w:val="00AA442B"/>
    <w:rsid w:val="00AB3DCF"/>
    <w:rsid w:val="00AB4458"/>
    <w:rsid w:val="00AD3269"/>
    <w:rsid w:val="00AE0A02"/>
    <w:rsid w:val="00AE69AE"/>
    <w:rsid w:val="00B01E96"/>
    <w:rsid w:val="00B07A65"/>
    <w:rsid w:val="00B07DED"/>
    <w:rsid w:val="00B21770"/>
    <w:rsid w:val="00B33C61"/>
    <w:rsid w:val="00B359AA"/>
    <w:rsid w:val="00B46C3C"/>
    <w:rsid w:val="00B5381B"/>
    <w:rsid w:val="00B64F9B"/>
    <w:rsid w:val="00B718C4"/>
    <w:rsid w:val="00B748AE"/>
    <w:rsid w:val="00B84A39"/>
    <w:rsid w:val="00B86031"/>
    <w:rsid w:val="00B93CD3"/>
    <w:rsid w:val="00BA2C48"/>
    <w:rsid w:val="00BA3E41"/>
    <w:rsid w:val="00BA46CB"/>
    <w:rsid w:val="00BA66B0"/>
    <w:rsid w:val="00BB710F"/>
    <w:rsid w:val="00BC5379"/>
    <w:rsid w:val="00BD40A7"/>
    <w:rsid w:val="00C00206"/>
    <w:rsid w:val="00C1166A"/>
    <w:rsid w:val="00C225D5"/>
    <w:rsid w:val="00C272CC"/>
    <w:rsid w:val="00C27316"/>
    <w:rsid w:val="00C3506E"/>
    <w:rsid w:val="00C36C1D"/>
    <w:rsid w:val="00C43A07"/>
    <w:rsid w:val="00C62088"/>
    <w:rsid w:val="00C64234"/>
    <w:rsid w:val="00C73D4E"/>
    <w:rsid w:val="00C76F1F"/>
    <w:rsid w:val="00C814DC"/>
    <w:rsid w:val="00C9532D"/>
    <w:rsid w:val="00CB1328"/>
    <w:rsid w:val="00CB3F54"/>
    <w:rsid w:val="00CB42B9"/>
    <w:rsid w:val="00CC44BC"/>
    <w:rsid w:val="00CC5041"/>
    <w:rsid w:val="00CD2DF9"/>
    <w:rsid w:val="00CE01F6"/>
    <w:rsid w:val="00CE194D"/>
    <w:rsid w:val="00CF2D35"/>
    <w:rsid w:val="00D109A1"/>
    <w:rsid w:val="00D1383C"/>
    <w:rsid w:val="00D13E19"/>
    <w:rsid w:val="00D25876"/>
    <w:rsid w:val="00D31D17"/>
    <w:rsid w:val="00D41177"/>
    <w:rsid w:val="00D46601"/>
    <w:rsid w:val="00D6094B"/>
    <w:rsid w:val="00D6443A"/>
    <w:rsid w:val="00D85950"/>
    <w:rsid w:val="00D87625"/>
    <w:rsid w:val="00D935D5"/>
    <w:rsid w:val="00D96A90"/>
    <w:rsid w:val="00DA34DD"/>
    <w:rsid w:val="00DA3EAB"/>
    <w:rsid w:val="00DB1701"/>
    <w:rsid w:val="00DB22EC"/>
    <w:rsid w:val="00DC334D"/>
    <w:rsid w:val="00DC7378"/>
    <w:rsid w:val="00DD3389"/>
    <w:rsid w:val="00DE06FD"/>
    <w:rsid w:val="00DE6448"/>
    <w:rsid w:val="00DF1F12"/>
    <w:rsid w:val="00E07D7F"/>
    <w:rsid w:val="00E21062"/>
    <w:rsid w:val="00E24DB2"/>
    <w:rsid w:val="00E33294"/>
    <w:rsid w:val="00E3533D"/>
    <w:rsid w:val="00E36F9B"/>
    <w:rsid w:val="00E440AF"/>
    <w:rsid w:val="00E51E70"/>
    <w:rsid w:val="00E5283C"/>
    <w:rsid w:val="00E53D22"/>
    <w:rsid w:val="00E57D33"/>
    <w:rsid w:val="00E63AF0"/>
    <w:rsid w:val="00E74614"/>
    <w:rsid w:val="00E8271A"/>
    <w:rsid w:val="00E867EF"/>
    <w:rsid w:val="00E87831"/>
    <w:rsid w:val="00E91FB2"/>
    <w:rsid w:val="00EA139E"/>
    <w:rsid w:val="00EA3F4A"/>
    <w:rsid w:val="00EA49E9"/>
    <w:rsid w:val="00EB05B8"/>
    <w:rsid w:val="00EC2207"/>
    <w:rsid w:val="00EC3660"/>
    <w:rsid w:val="00EC4D37"/>
    <w:rsid w:val="00ED5475"/>
    <w:rsid w:val="00F00BE7"/>
    <w:rsid w:val="00F17131"/>
    <w:rsid w:val="00F3572E"/>
    <w:rsid w:val="00F44324"/>
    <w:rsid w:val="00F457FF"/>
    <w:rsid w:val="00F5286D"/>
    <w:rsid w:val="00F615D7"/>
    <w:rsid w:val="00F66A22"/>
    <w:rsid w:val="00F739D2"/>
    <w:rsid w:val="00F76DD1"/>
    <w:rsid w:val="00F83F24"/>
    <w:rsid w:val="00F86848"/>
    <w:rsid w:val="00FA24E1"/>
    <w:rsid w:val="00FA5BCB"/>
    <w:rsid w:val="00FB5866"/>
    <w:rsid w:val="00FB5B2F"/>
    <w:rsid w:val="00FC5064"/>
    <w:rsid w:val="00FD36EE"/>
    <w:rsid w:val="00FD453D"/>
    <w:rsid w:val="00FE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E8AB9"/>
  <w14:defaultImageDpi w14:val="0"/>
  <w15:docId w15:val="{CA763ECB-FE39-417B-9F3F-3D378BD2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37" w:lineRule="exact"/>
      <w:jc w:val="both"/>
    </w:pPr>
    <w:rPr>
      <w:rFonts w:ascii="Century" w:eastAsia="ＭＳ 明朝" w:hAnsi="Century" w:cs="ＭＳ 明朝"/>
      <w:spacing w:val="4"/>
      <w:kern w:val="0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FD45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453D"/>
  </w:style>
  <w:style w:type="paragraph" w:styleId="a6">
    <w:name w:val="footer"/>
    <w:basedOn w:val="a"/>
    <w:link w:val="a7"/>
    <w:uiPriority w:val="99"/>
    <w:unhideWhenUsed/>
    <w:rsid w:val="00FD45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453D"/>
  </w:style>
  <w:style w:type="paragraph" w:styleId="a8">
    <w:name w:val="Balloon Text"/>
    <w:basedOn w:val="a"/>
    <w:link w:val="a9"/>
    <w:uiPriority w:val="99"/>
    <w:semiHidden/>
    <w:unhideWhenUsed/>
    <w:rsid w:val="00606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67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1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_rels/settings.xml.rels>&#65279;<?xml version="1.0" encoding="utf-8" standalone="yes"?>
<Relationships xmlns="http://schemas.openxmlformats.org/package/2006/relationships"><Relationship Id="rId1" Type="http://schemas.openxmlformats.org/officeDocument/2006/relationships/attachedTemplate" Target="#" TargetMode="Externa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12</cp:revision>
  <cp:lastPrinted>2024-09-26T14:42:00Z</cp:lastPrinted>
  <dcterms:created xsi:type="dcterms:W3CDTF">2017-06-09T01:58:00Z</dcterms:created>
  <dcterms:modified xsi:type="dcterms:W3CDTF">2026-01-07T07:21:00Z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2024-08-21T01:22:28Z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8c4b82af-cd98-44a2-842c-e907b105b078</vt:lpwstr>
  </property>
  <property fmtid="{D5CDD505-2E9C-101B-9397-08002B2CF9AE}" pid="8" name="MSIP_Label_defa4170-0d19-0005-0004-bc88714345d2_ContentBits">
    <vt:lpwstr>0</vt:lpwstr>
  </property>
</Properties>
</file>